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AC1B" w14:textId="4E21FDFA" w:rsidR="00553191" w:rsidRPr="00C847B0" w:rsidRDefault="00553191" w:rsidP="00B679C8">
      <w:pPr>
        <w:keepNext/>
        <w:keepLines/>
        <w:spacing w:before="360" w:after="360"/>
        <w:jc w:val="right"/>
        <w:outlineLvl w:val="0"/>
        <w:rPr>
          <w:rFonts w:cs="Arial"/>
          <w:bCs/>
          <w:sz w:val="18"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Toc516738908"/>
      <w:bookmarkStart w:id="7" w:name="_Toc18928752"/>
      <w:r w:rsidRPr="00C847B0">
        <w:rPr>
          <w:rFonts w:eastAsiaTheme="majorEastAsia" w:cstheme="minorHAnsi"/>
          <w:bCs/>
          <w:color w:val="000000" w:themeColor="text1"/>
          <w:sz w:val="18"/>
          <w:szCs w:val="18"/>
        </w:rPr>
        <w:t>ZAŁĄCZNIK NR 1</w:t>
      </w:r>
      <w:r w:rsidR="00C847B0">
        <w:rPr>
          <w:rFonts w:eastAsiaTheme="majorEastAsia" w:cstheme="minorHAnsi"/>
          <w:bCs/>
          <w:color w:val="000000" w:themeColor="text1"/>
          <w:sz w:val="18"/>
          <w:szCs w:val="18"/>
        </w:rPr>
        <w:t>6</w:t>
      </w:r>
      <w:r w:rsidRPr="00C847B0">
        <w:rPr>
          <w:rFonts w:eastAsiaTheme="majorEastAsia" w:cstheme="minorHAnsi"/>
          <w:bCs/>
          <w:color w:val="000000" w:themeColor="text1"/>
          <w:sz w:val="18"/>
          <w:szCs w:val="18"/>
        </w:rPr>
        <w:t xml:space="preserve"> DO </w:t>
      </w:r>
      <w:r w:rsidR="00C847B0" w:rsidRPr="00C847B0">
        <w:rPr>
          <w:rFonts w:eastAsiaTheme="majorEastAsia" w:cstheme="minorHAnsi"/>
          <w:bCs/>
          <w:color w:val="000000" w:themeColor="text1"/>
          <w:sz w:val="18"/>
          <w:szCs w:val="18"/>
        </w:rPr>
        <w:t>UMOWY</w:t>
      </w:r>
      <w:r w:rsidRPr="00C847B0">
        <w:rPr>
          <w:rFonts w:eastAsiaTheme="majorEastAsia" w:cstheme="minorHAnsi"/>
          <w:bCs/>
          <w:color w:val="000000" w:themeColor="text1"/>
          <w:sz w:val="18"/>
          <w:szCs w:val="18"/>
        </w:rPr>
        <w:t xml:space="preserve"> – PROTOKÓŁ ODBIORU - WZÓR    </w:t>
      </w:r>
    </w:p>
    <w:p w14:paraId="36FECFE5" w14:textId="77777777" w:rsidR="004B095D" w:rsidRDefault="004B095D" w:rsidP="00553191">
      <w:pPr>
        <w:shd w:val="clear" w:color="auto" w:fill="FFFFFF"/>
        <w:suppressAutoHyphens/>
        <w:jc w:val="both"/>
        <w:rPr>
          <w:rFonts w:cs="Arial"/>
          <w:sz w:val="18"/>
          <w:szCs w:val="18"/>
        </w:rPr>
      </w:pPr>
    </w:p>
    <w:p w14:paraId="1C7C8BC6" w14:textId="77777777" w:rsidR="004B095D" w:rsidRDefault="004B095D" w:rsidP="00553191">
      <w:pPr>
        <w:shd w:val="clear" w:color="auto" w:fill="FFFFFF"/>
        <w:suppressAutoHyphens/>
        <w:jc w:val="both"/>
        <w:rPr>
          <w:rFonts w:cs="Arial"/>
          <w:sz w:val="18"/>
          <w:szCs w:val="18"/>
        </w:rPr>
      </w:pPr>
    </w:p>
    <w:p w14:paraId="1A7FD6C3" w14:textId="1920DAF4" w:rsidR="00553191" w:rsidRPr="00102B7E" w:rsidRDefault="00553191" w:rsidP="00553191">
      <w:pPr>
        <w:shd w:val="clear" w:color="auto" w:fill="FFFFFF"/>
        <w:suppressAutoHyphens/>
        <w:jc w:val="both"/>
        <w:rPr>
          <w:rFonts w:cs="Arial"/>
          <w:sz w:val="18"/>
          <w:szCs w:val="18"/>
        </w:rPr>
      </w:pPr>
      <w:r w:rsidRPr="00102B7E">
        <w:rPr>
          <w:rFonts w:cs="Arial"/>
          <w:sz w:val="18"/>
          <w:szCs w:val="18"/>
        </w:rPr>
        <w:t>PGE Dystrybucja S.A. Oddział ……………………….</w:t>
      </w:r>
    </w:p>
    <w:p w14:paraId="355EC6CA" w14:textId="77777777" w:rsidR="00553191" w:rsidRPr="00102B7E" w:rsidRDefault="00553191" w:rsidP="00553191">
      <w:pPr>
        <w:shd w:val="clear" w:color="auto" w:fill="FFFFFF"/>
        <w:suppressAutoHyphens/>
        <w:jc w:val="both"/>
        <w:rPr>
          <w:rFonts w:cs="Arial"/>
          <w:sz w:val="18"/>
          <w:szCs w:val="18"/>
        </w:rPr>
      </w:pPr>
      <w:r w:rsidRPr="00102B7E">
        <w:rPr>
          <w:rFonts w:cs="Arial"/>
          <w:sz w:val="18"/>
          <w:szCs w:val="18"/>
        </w:rPr>
        <w:t>Rejon ……………………………………………………</w:t>
      </w:r>
    </w:p>
    <w:p w14:paraId="0FFD05F5" w14:textId="77777777" w:rsidR="00553191" w:rsidRPr="00102B7E" w:rsidRDefault="00553191" w:rsidP="00553191">
      <w:pPr>
        <w:shd w:val="clear" w:color="auto" w:fill="FFFFFF"/>
        <w:suppressAutoHyphens/>
        <w:jc w:val="both"/>
        <w:rPr>
          <w:rFonts w:cs="Arial"/>
          <w:b/>
          <w:sz w:val="18"/>
          <w:szCs w:val="18"/>
        </w:rPr>
      </w:pPr>
      <w:r w:rsidRPr="00102B7E">
        <w:rPr>
          <w:rFonts w:cs="Arial"/>
          <w:sz w:val="18"/>
          <w:szCs w:val="18"/>
        </w:rPr>
        <w:t>Komórka Organizacyjna ………………………………</w:t>
      </w:r>
    </w:p>
    <w:p w14:paraId="78DA41EC" w14:textId="77777777" w:rsidR="00553191" w:rsidRPr="00102B7E" w:rsidRDefault="00553191" w:rsidP="00553191">
      <w:pPr>
        <w:shd w:val="clear" w:color="auto" w:fill="FFFFFF"/>
        <w:suppressAutoHyphens/>
        <w:spacing w:before="120" w:after="120"/>
        <w:jc w:val="both"/>
        <w:rPr>
          <w:rFonts w:cs="Arial"/>
          <w:sz w:val="18"/>
          <w:szCs w:val="18"/>
        </w:rPr>
      </w:pPr>
      <w:r w:rsidRPr="00102B7E">
        <w:rPr>
          <w:rFonts w:cs="Arial"/>
          <w:sz w:val="18"/>
          <w:szCs w:val="18"/>
        </w:rPr>
        <w:t>Protokół nr: ………..…./…….….                       z dnia ………………..………</w:t>
      </w:r>
    </w:p>
    <w:p w14:paraId="52610D31" w14:textId="77777777" w:rsidR="004B095D" w:rsidRDefault="004B095D" w:rsidP="00102B7E">
      <w:pPr>
        <w:keepNext/>
        <w:keepLines/>
        <w:spacing w:before="360" w:after="360"/>
        <w:jc w:val="center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p w14:paraId="29B6F911" w14:textId="6A12129D" w:rsidR="00553191" w:rsidRDefault="00553191" w:rsidP="00102B7E">
      <w:pPr>
        <w:keepNext/>
        <w:keepLines/>
        <w:spacing w:before="360" w:after="360"/>
        <w:jc w:val="center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 w:rsidRPr="00553191">
        <w:rPr>
          <w:rFonts w:eastAsiaTheme="majorEastAsia" w:cstheme="minorHAnsi"/>
          <w:b/>
          <w:color w:val="000000" w:themeColor="text1"/>
          <w:sz w:val="18"/>
          <w:szCs w:val="20"/>
        </w:rPr>
        <w:t>Protokół ze sprawdzenia/odbioru, częściowego/końcowego *</w:t>
      </w:r>
    </w:p>
    <w:p w14:paraId="1E773C49" w14:textId="093D5C22" w:rsidR="00553191" w:rsidRPr="00102B7E" w:rsidRDefault="00553191" w:rsidP="001A10EA">
      <w:pPr>
        <w:pStyle w:val="Akapitzlist"/>
        <w:keepNext/>
        <w:keepLines/>
        <w:numPr>
          <w:ilvl w:val="0"/>
          <w:numId w:val="53"/>
        </w:numPr>
        <w:spacing w:before="360" w:after="36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 w:rsidRPr="00102B7E">
        <w:rPr>
          <w:rFonts w:eastAsiaTheme="majorEastAsia" w:cstheme="minorHAnsi"/>
          <w:b/>
          <w:color w:val="000000" w:themeColor="text1"/>
          <w:sz w:val="18"/>
          <w:szCs w:val="20"/>
        </w:rPr>
        <w:t>OBIEKT: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2721"/>
        <w:gridCol w:w="2674"/>
        <w:gridCol w:w="2627"/>
      </w:tblGrid>
      <w:tr w:rsidR="00553191" w:rsidRPr="00102B7E" w14:paraId="45E4741E" w14:textId="77777777" w:rsidTr="00A5515F">
        <w:tc>
          <w:tcPr>
            <w:tcW w:w="1956" w:type="dxa"/>
            <w:shd w:val="clear" w:color="auto" w:fill="auto"/>
            <w:vAlign w:val="center"/>
          </w:tcPr>
          <w:p w14:paraId="2B1AEF73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Nazwa zadania: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4360CB05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……………………………..…………………………………………………………………………………</w:t>
            </w:r>
          </w:p>
          <w:p w14:paraId="73595A27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………………………….….…………………………………………………………………………………</w:t>
            </w:r>
          </w:p>
        </w:tc>
      </w:tr>
      <w:tr w:rsidR="00553191" w:rsidRPr="00102B7E" w14:paraId="5CF44312" w14:textId="77777777" w:rsidTr="00A5515F">
        <w:tc>
          <w:tcPr>
            <w:tcW w:w="1956" w:type="dxa"/>
            <w:shd w:val="clear" w:color="auto" w:fill="auto"/>
            <w:vAlign w:val="center"/>
          </w:tcPr>
          <w:p w14:paraId="684776BE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Adres obiektu: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18A33AAE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……………………………..…………………………………………………………………………………</w:t>
            </w:r>
          </w:p>
          <w:p w14:paraId="490EEF04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………………………….….…………………………………………………………………………………</w:t>
            </w:r>
          </w:p>
        </w:tc>
      </w:tr>
      <w:tr w:rsidR="00553191" w:rsidRPr="00102B7E" w14:paraId="25E5B210" w14:textId="77777777" w:rsidTr="00A5515F">
        <w:tc>
          <w:tcPr>
            <w:tcW w:w="1956" w:type="dxa"/>
            <w:shd w:val="clear" w:color="auto" w:fill="auto"/>
            <w:vAlign w:val="center"/>
          </w:tcPr>
          <w:p w14:paraId="21BDE27B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Nr sprawy PNO (dot. przyłączeń)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0CA65377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……………………………..…………………………………………………………………………………</w:t>
            </w:r>
          </w:p>
          <w:p w14:paraId="63DCBA58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………………………….….…………………………………………………………………………………</w:t>
            </w:r>
          </w:p>
        </w:tc>
      </w:tr>
      <w:tr w:rsidR="00A5515F" w:rsidRPr="00102B7E" w14:paraId="7DB8F343" w14:textId="77777777" w:rsidTr="00A5515F">
        <w:tc>
          <w:tcPr>
            <w:tcW w:w="1956" w:type="dxa"/>
            <w:shd w:val="clear" w:color="auto" w:fill="auto"/>
            <w:vAlign w:val="center"/>
          </w:tcPr>
          <w:p w14:paraId="77ECDF75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Nr kontrahenta (wykonawcy)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55458EED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Nr umowy</w:t>
            </w:r>
          </w:p>
          <w:p w14:paraId="68890B03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z wykonawcą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6C786806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Data wykonania</w:t>
            </w:r>
          </w:p>
          <w:p w14:paraId="623BAAA2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prac z umowy zawartej z wykonawcą</w:t>
            </w:r>
          </w:p>
        </w:tc>
        <w:tc>
          <w:tcPr>
            <w:tcW w:w="2689" w:type="dxa"/>
            <w:shd w:val="clear" w:color="auto" w:fill="auto"/>
            <w:vAlign w:val="center"/>
          </w:tcPr>
          <w:p w14:paraId="260DFDD1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Data zgłoszenia</w:t>
            </w:r>
          </w:p>
          <w:p w14:paraId="01CF0329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do odbioru</w:t>
            </w:r>
          </w:p>
        </w:tc>
      </w:tr>
      <w:tr w:rsidR="00A5515F" w:rsidRPr="00102B7E" w14:paraId="0F83698B" w14:textId="77777777" w:rsidTr="00A5515F">
        <w:tc>
          <w:tcPr>
            <w:tcW w:w="1956" w:type="dxa"/>
            <w:shd w:val="clear" w:color="auto" w:fill="auto"/>
            <w:vAlign w:val="bottom"/>
          </w:tcPr>
          <w:p w14:paraId="3B595A76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b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..…………………</w:t>
            </w:r>
          </w:p>
        </w:tc>
        <w:tc>
          <w:tcPr>
            <w:tcW w:w="2803" w:type="dxa"/>
            <w:shd w:val="clear" w:color="auto" w:fill="auto"/>
            <w:vAlign w:val="bottom"/>
          </w:tcPr>
          <w:p w14:paraId="6DF03ADB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b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..……………………….….…….……</w:t>
            </w:r>
          </w:p>
        </w:tc>
        <w:tc>
          <w:tcPr>
            <w:tcW w:w="2746" w:type="dxa"/>
            <w:shd w:val="clear" w:color="auto" w:fill="auto"/>
            <w:vAlign w:val="bottom"/>
          </w:tcPr>
          <w:p w14:paraId="340EC32B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b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..……………………….….…….……</w:t>
            </w:r>
          </w:p>
        </w:tc>
        <w:tc>
          <w:tcPr>
            <w:tcW w:w="2689" w:type="dxa"/>
            <w:shd w:val="clear" w:color="auto" w:fill="auto"/>
            <w:vAlign w:val="bottom"/>
          </w:tcPr>
          <w:p w14:paraId="356219C5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b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..……………………….….…….……</w:t>
            </w:r>
          </w:p>
        </w:tc>
      </w:tr>
      <w:tr w:rsidR="00553191" w:rsidRPr="00102B7E" w14:paraId="6E62332C" w14:textId="77777777" w:rsidTr="00A5515F">
        <w:tc>
          <w:tcPr>
            <w:tcW w:w="1956" w:type="dxa"/>
            <w:shd w:val="clear" w:color="auto" w:fill="auto"/>
            <w:vAlign w:val="center"/>
          </w:tcPr>
          <w:p w14:paraId="3F74BE35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Nr projektu SAP / nr zamówienia SAP.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7CB1C061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……………………………..…………………………………………………………………………………</w:t>
            </w:r>
          </w:p>
          <w:p w14:paraId="4A2E543B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………………………….….…………………………………………………………………………………</w:t>
            </w:r>
          </w:p>
        </w:tc>
      </w:tr>
    </w:tbl>
    <w:p w14:paraId="2FEFE3BE" w14:textId="38B58B4C" w:rsidR="00553191" w:rsidRPr="00102B7E" w:rsidRDefault="00553191" w:rsidP="004B095D">
      <w:pPr>
        <w:pStyle w:val="Akapitzlist"/>
        <w:keepNext/>
        <w:keepLines/>
        <w:numPr>
          <w:ilvl w:val="0"/>
          <w:numId w:val="53"/>
        </w:numPr>
        <w:spacing w:before="120" w:after="120" w:line="360" w:lineRule="auto"/>
        <w:ind w:left="709" w:hanging="286"/>
        <w:contextualSpacing w:val="0"/>
        <w:jc w:val="both"/>
        <w:outlineLvl w:val="0"/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DANE CHARAKTERYSTYCZNE OBIEKTU/ZAKRESU PRAC:</w:t>
      </w:r>
    </w:p>
    <w:p w14:paraId="584AADDA" w14:textId="01579176" w:rsidR="00553191" w:rsidRDefault="00553191" w:rsidP="004B095D">
      <w:pPr>
        <w:suppressAutoHyphens/>
        <w:spacing w:before="120" w:after="120" w:line="360" w:lineRule="auto"/>
        <w:ind w:left="709"/>
        <w:jc w:val="both"/>
        <w:rPr>
          <w:rFonts w:ascii="Arial" w:hAnsi="Arial" w:cs="Arial"/>
        </w:rPr>
      </w:pPr>
      <w:r w:rsidRPr="00D9735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FC6BE5" wp14:editId="13BD6B3C">
                <wp:simplePos x="0" y="0"/>
                <wp:positionH relativeFrom="column">
                  <wp:posOffset>1864360</wp:posOffset>
                </wp:positionH>
                <wp:positionV relativeFrom="paragraph">
                  <wp:posOffset>310598</wp:posOffset>
                </wp:positionV>
                <wp:extent cx="3123565" cy="190500"/>
                <wp:effectExtent l="0" t="0" r="19685" b="1905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6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7EF33" w14:textId="77777777" w:rsidR="008B5225" w:rsidRPr="00D9735E" w:rsidRDefault="008B5225" w:rsidP="0055319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9735E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wymienić </w:t>
                            </w:r>
                            <w:r w:rsidRPr="00102B7E">
                              <w:rPr>
                                <w:rFonts w:cs="Arial"/>
                                <w:position w:val="6"/>
                                <w:sz w:val="12"/>
                                <w:szCs w:val="12"/>
                              </w:rPr>
                              <w:t>sprawdzane</w:t>
                            </w:r>
                            <w:r w:rsidRPr="00D9735E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 lub odbierane urządzenia, zakres wykonywanych prac)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C6BE5" id="Pole tekstowe 12" o:spid="_x0000_s1029" type="#_x0000_t202" style="position:absolute;left:0;text-align:left;margin-left:146.8pt;margin-top:24.45pt;width:245.9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V4PgIAAHsEAAAOAAAAZHJzL2Uyb0RvYy54bWysVFFvEzEMfkfiP0R5p3ft1rGedp1GxxDS&#10;gEmDH+Dmcr1ouTgkae/Gr8dJ2tLBAxLiHqI4tj/bn+27uh57zXbSeYWm5tNJyZk0AhtlNjX/9vXu&#10;zSVnPoBpQKORNX+Wnl8vX7+6GmwlZ9ihbqRjBGJ8NdiadyHYqii86GQPfoJWGlK26HoIJLpN0TgY&#10;CL3XxawsL4oBXWMdCuk9vd5mJV8m/LaVInxpWy8D0zWn3EI6XTrX8SyWV1BtHNhOiX0a8A9Z9KAM&#10;BT1C3UIAtnXqD6heCYce2zAR2BfYtkrIVANVMy1/q+axAytTLUSOt0ea/P+DFZ93D46phno348xA&#10;Tz16QC1ZkE8+4CAZvRNJg/UV2T5asg7jOxzJIRXs7T2KJ88MrjowG3njHA6dhIaSnEbP4sQ14/gI&#10;sh4+YUPBYBswAY2t6yODxAkjdGrW87FBcgxM0OPZdHY2v5hzJkg3XZTzMnWwgOrgbZ0PHyT2LF5q&#10;7mgAEjrs7n2I2UB1MInBPGrV3Cmtk+A265V2bAc0LHfpy77adpBfD+F8Nk14LzC0YUPNF/PZPLPz&#10;N/yc0guIXgVaCa36ml+W8ctDGjl9bxpygCqA0vlO9WizJznymhkO43rMTT30bo3NM7HuMG8AbSxd&#10;OnQ/OBto+mvuv2/BSc70R0OdW0zPz+O6JOF8/nZGgjvVrE81YARB1Txwlq+rkFdsa53adBQpz4rB&#10;G+p2q1Ij4ljkrPbp04QnPvfbGFfoVE5Wv/4Zy58AAAD//wMAUEsDBBQABgAIAAAAIQCMxh+C4AAA&#10;AAkBAAAPAAAAZHJzL2Rvd25yZXYueG1sTI/LTsMwEEX3SPyDNUjsqEOhbRLiVDxUKiGE1JQPcOMh&#10;DrXHUew04e9xV7Cb0RzdObdYT9awE/a+dSTgdpYAQ6qdaqkR8Lnf3KTAfJCkpHGEAn7Qw7q8vChk&#10;rtxIOzxVoWExhHwuBegQupxzX2u00s9chxRvX663MsS1b7jq5RjDreHzJFlyK1uKH7Ts8FljfawG&#10;K+DJvI0vr94d1XYaqo9qt3n/1kaI66vp8QFYwCn8wXDWj+pQRqeDG0h5ZgTMs7tlRAXcpxmwCKzS&#10;xQLY4TxkwMuC/29Q/gIAAP//AwBQSwECLQAUAAYACAAAACEAtoM4kv4AAADhAQAAEwAAAAAAAAAA&#10;AAAAAAAAAAAAW0NvbnRlbnRfVHlwZXNdLnhtbFBLAQItABQABgAIAAAAIQA4/SH/1gAAAJQBAAAL&#10;AAAAAAAAAAAAAAAAAC8BAABfcmVscy8ucmVsc1BLAQItABQABgAIAAAAIQABZtV4PgIAAHsEAAAO&#10;AAAAAAAAAAAAAAAAAC4CAABkcnMvZTJvRG9jLnhtbFBLAQItABQABgAIAAAAIQCMxh+C4AAAAAkB&#10;AAAPAAAAAAAAAAAAAAAAAJgEAABkcnMvZG93bnJldi54bWxQSwUGAAAAAAQABADzAAAApQUAAAAA&#10;" strokecolor="white">
                <v:fill opacity="0"/>
                <v:textbox>
                  <w:txbxContent>
                    <w:p w14:paraId="23D7EF33" w14:textId="77777777" w:rsidR="008B5225" w:rsidRPr="00D9735E" w:rsidRDefault="008B5225" w:rsidP="00553191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9735E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wymienić </w:t>
                      </w:r>
                      <w:r w:rsidRPr="00102B7E">
                        <w:rPr>
                          <w:rFonts w:cs="Arial"/>
                          <w:position w:val="6"/>
                          <w:sz w:val="12"/>
                          <w:szCs w:val="12"/>
                        </w:rPr>
                        <w:t>sprawdzane</w:t>
                      </w:r>
                      <w:r w:rsidRPr="00D9735E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 lub odbierane urządzenia, zakres wykonywanych prac)</w:t>
                      </w:r>
                    </w:p>
                  </w:txbxContent>
                </v:textbox>
              </v:shape>
            </w:pict>
          </mc:Fallback>
        </mc:AlternateContent>
      </w:r>
      <w:r w:rsidRPr="00D9735E">
        <w:rPr>
          <w:rFonts w:ascii="Arial" w:hAnsi="Arial" w:cs="Arial"/>
        </w:rPr>
        <w:t>………………………………………………………………………………………</w:t>
      </w:r>
      <w:r w:rsidR="00102B7E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</w:t>
      </w:r>
      <w:r w:rsidR="00102B7E">
        <w:rPr>
          <w:rFonts w:ascii="Arial" w:hAnsi="Arial" w:cs="Arial"/>
        </w:rPr>
        <w:t>................................................................................................................................</w:t>
      </w:r>
      <w:r w:rsidR="001A10EA">
        <w:rPr>
          <w:rFonts w:ascii="Arial" w:hAnsi="Arial" w:cs="Arial"/>
        </w:rPr>
        <w:t>....</w:t>
      </w:r>
      <w:r w:rsidR="00102B7E">
        <w:rPr>
          <w:rFonts w:ascii="Arial" w:hAnsi="Arial" w:cs="Arial"/>
        </w:rPr>
        <w:t>................</w:t>
      </w:r>
      <w:r w:rsidR="001A10EA">
        <w:rPr>
          <w:rFonts w:ascii="Arial" w:hAnsi="Arial" w:cs="Arial"/>
        </w:rPr>
        <w:t>.</w:t>
      </w:r>
    </w:p>
    <w:p w14:paraId="3AB2AB76" w14:textId="2AD23A52" w:rsidR="00EF6BA5" w:rsidRPr="00EF6BA5" w:rsidRDefault="00EF6BA5" w:rsidP="004B095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firstLine="69"/>
        <w:contextualSpacing w:val="0"/>
        <w:jc w:val="both"/>
        <w:rPr>
          <w:rFonts w:cs="Arial"/>
          <w:b/>
          <w:vanish/>
          <w:sz w:val="18"/>
        </w:rPr>
      </w:pPr>
      <w:r w:rsidRPr="00EF6BA5">
        <w:rPr>
          <w:rFonts w:cs="Arial"/>
          <w:b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85457F" wp14:editId="1FF0567E">
                <wp:simplePos x="0" y="0"/>
                <wp:positionH relativeFrom="column">
                  <wp:posOffset>2700655</wp:posOffset>
                </wp:positionH>
                <wp:positionV relativeFrom="paragraph">
                  <wp:posOffset>81308</wp:posOffset>
                </wp:positionV>
                <wp:extent cx="1435735" cy="172085"/>
                <wp:effectExtent l="0" t="0" r="0" b="0"/>
                <wp:wrapNone/>
                <wp:docPr id="2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735" cy="172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562F7" w14:textId="77777777" w:rsidR="008B5225" w:rsidRPr="005C2309" w:rsidRDefault="008B5225" w:rsidP="00EF6BA5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(nazwa i siedziba </w:t>
                            </w:r>
                            <w:r w:rsidRPr="003F7E64">
                              <w:rPr>
                                <w:rFonts w:cs="Arial"/>
                                <w:position w:val="6"/>
                                <w:sz w:val="12"/>
                                <w:szCs w:val="12"/>
                              </w:rPr>
                              <w:t>Inwestora</w:t>
                            </w: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  <w:p w14:paraId="75F2A02D" w14:textId="77777777" w:rsidR="008B5225" w:rsidRPr="00914B61" w:rsidRDefault="008B5225" w:rsidP="00EF6BA5">
                            <w:pPr>
                              <w:suppressAutoHyphens/>
                              <w:ind w:left="426" w:hanging="284"/>
                              <w:jc w:val="center"/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5457F" id="Text Box 11" o:spid="_x0000_s1030" type="#_x0000_t202" style="position:absolute;left:0;text-align:left;margin-left:212.65pt;margin-top:6.4pt;width:113.05pt;height:1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zeGlwIAADUFAAAOAAAAZHJzL2Uyb0RvYy54bWysVNuO2yAQfa/Uf0C8Z31ZexNb66z20lSV&#10;thdptx9AMI5RMVAgsbdV/70DJGnSvlRV/YC5DGfmzJzh+mYaBNoxY7mSDc4uUoyYpKrlctPgz8+r&#10;2QIj64hsiVCSNfiFWXyzfP3qetQ1y1WvRMsMAhBp61E3uHdO10liac8GYi+UZhIOO2UG4mBpNklr&#10;yAjog0jyNL1KRmVabRRl1sLuQzzEy4DfdYy6j11nmUOiwRCbC6MJ49qPyfKa1BtDdM/pPgzyD1EM&#10;hEtweoR6II6greF/QA2cGmVV5y6oGhLVdZyywAHYZOlvbJ56olngAsmx+pgm+/9g6YfdJ4N42+A8&#10;x0iSAWr0zCaH7tSEssznZ9S2BrMnDYZugn2oc+Bq9aOiXyyS6r4ncsNujVFjz0gL8YWbycnViGM9&#10;yHp8r1rwQ7ZOBaCpM4NPHqQDATrU6eVYGx8L9S6Ly3J+WWJE4Syb5+mi9MElpD7c1sa6t0wNyE8a&#10;bKD2AZ3sHq2LpgcT78wqwdsVFyIszGZ9LwzaEdDJKnzxrtA9ibtBK+DORtPg+gxDSI8klceM7uIO&#10;MIAA/JnnEkTxvcryIr3Lq9nqajGfFauinFXzdDFLs+quukqLqnhY/fARZEXd87Zl8pFLdhBoVvyd&#10;APatEqUVJIrGBldlXgZyZ9Hvae25pv7b5/fMbOAO+lXwocGLoxGpfdXfyBZok9oRLuI8OQ8/pAxy&#10;cPiHrASNeFlEgbhpPUU5HqS3Vu0LiMYoqCkoA94amPTKfMNohL5tsP26JYZhJN5JEF6VFYVv9LAo&#10;ShAKRub0ZH16QiQFqAY7jOL03sXHYasN3/TgKUpdqlsQa8eDjryqY1TAxC+gNwOn/Tvim/90Hax+&#10;vXbLnwAAAP//AwBQSwMEFAAGAAgAAAAhAOR9Q6DgAAAACQEAAA8AAABkcnMvZG93bnJldi54bWxM&#10;j81OwzAQhO9IfQdrkbgg6jT9URriVKiCAxKtRIC7Ey9J2ngdxW4b3p7lRI+jGc18k21G24kzDr51&#10;pGA2jUAgVc60VCv4/Hh5SED4oMnozhEq+EEPm3xyk+nUuAu947kIteAS8qlW0ITQp1L6qkGr/dT1&#10;SOx9u8HqwHKopRn0hcttJ+MoWkmrW+KFRve4bbA6FifLu89j0n+Vb9vDa3FfHuI9tbuElLq7HZ8e&#10;QQQcw38Y/vAZHXJmKt2JjBedgkW8nHOUjZgvcGC1nC1AlArm6zXIPJPXD/JfAAAA//8DAFBLAQIt&#10;ABQABgAIAAAAIQC2gziS/gAAAOEBAAATAAAAAAAAAAAAAAAAAAAAAABbQ29udGVudF9UeXBlc10u&#10;eG1sUEsBAi0AFAAGAAgAAAAhADj9If/WAAAAlAEAAAsAAAAAAAAAAAAAAAAALwEAAF9yZWxzLy5y&#10;ZWxzUEsBAi0AFAAGAAgAAAAhAIJjN4aXAgAANQUAAA4AAAAAAAAAAAAAAAAALgIAAGRycy9lMm9E&#10;b2MueG1sUEsBAi0AFAAGAAgAAAAhAOR9Q6DgAAAACQEAAA8AAAAAAAAAAAAAAAAA8QQAAGRycy9k&#10;b3ducmV2LnhtbFBLBQYAAAAABAAEAPMAAAD+BQAAAAA=&#10;" stroked="f">
                <v:fill opacity="0"/>
                <v:textbox>
                  <w:txbxContent>
                    <w:p w14:paraId="794562F7" w14:textId="77777777" w:rsidR="008B5225" w:rsidRPr="005C2309" w:rsidRDefault="008B5225" w:rsidP="00EF6BA5">
                      <w:pPr>
                        <w:suppressAutoHyphens/>
                        <w:jc w:val="center"/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</w:pP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(nazwa i siedziba </w:t>
                      </w:r>
                      <w:r w:rsidRPr="003F7E64">
                        <w:rPr>
                          <w:rFonts w:cs="Arial"/>
                          <w:position w:val="6"/>
                          <w:sz w:val="12"/>
                          <w:szCs w:val="12"/>
                        </w:rPr>
                        <w:t>Inwestora</w:t>
                      </w: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)</w:t>
                      </w:r>
                    </w:p>
                    <w:p w14:paraId="75F2A02D" w14:textId="77777777" w:rsidR="008B5225" w:rsidRPr="00914B61" w:rsidRDefault="008B5225" w:rsidP="00EF6BA5">
                      <w:pPr>
                        <w:suppressAutoHyphens/>
                        <w:ind w:left="426" w:hanging="284"/>
                        <w:jc w:val="center"/>
                        <w:rPr>
                          <w:sz w:val="12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75C4C7" w14:textId="77777777" w:rsidR="00EF6BA5" w:rsidRPr="00EF6BA5" w:rsidRDefault="00EF6BA5" w:rsidP="004B095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firstLine="69"/>
        <w:contextualSpacing w:val="0"/>
        <w:jc w:val="both"/>
        <w:rPr>
          <w:rFonts w:cs="Arial"/>
          <w:b/>
          <w:vanish/>
          <w:sz w:val="18"/>
        </w:rPr>
      </w:pPr>
    </w:p>
    <w:p w14:paraId="7F09FD96" w14:textId="119C0E03" w:rsidR="00EF6BA5" w:rsidRPr="00EF6BA5" w:rsidRDefault="00EF6BA5" w:rsidP="004B095D">
      <w:pPr>
        <w:numPr>
          <w:ilvl w:val="0"/>
          <w:numId w:val="44"/>
        </w:numPr>
        <w:suppressAutoHyphens/>
        <w:spacing w:before="120" w:after="120" w:line="360" w:lineRule="auto"/>
        <w:ind w:firstLine="69"/>
        <w:jc w:val="both"/>
        <w:rPr>
          <w:rFonts w:cs="Arial"/>
          <w:b/>
          <w:sz w:val="18"/>
        </w:rPr>
      </w:pPr>
      <w:r w:rsidRPr="00EF6BA5">
        <w:rPr>
          <w:rFonts w:cs="Arial"/>
          <w:b/>
          <w:sz w:val="18"/>
        </w:rPr>
        <w:t xml:space="preserve">INWESTOR: </w:t>
      </w:r>
      <w:r>
        <w:rPr>
          <w:rFonts w:cs="Arial"/>
          <w:b/>
          <w:sz w:val="18"/>
        </w:rPr>
        <w:t>…………</w:t>
      </w:r>
      <w:r w:rsidRPr="003F7E64">
        <w:rPr>
          <w:rFonts w:cs="Arial"/>
          <w:sz w:val="18"/>
        </w:rPr>
        <w:t>…………..……………</w:t>
      </w:r>
      <w:r w:rsidRPr="00EF6BA5">
        <w:rPr>
          <w:rFonts w:cs="Arial"/>
          <w:b/>
          <w:sz w:val="18"/>
        </w:rPr>
        <w:t>…………………………………………</w:t>
      </w:r>
      <w:r>
        <w:rPr>
          <w:rFonts w:cs="Arial"/>
          <w:b/>
          <w:sz w:val="18"/>
        </w:rPr>
        <w:t>……</w:t>
      </w:r>
      <w:r w:rsidRPr="00EF6BA5">
        <w:rPr>
          <w:rFonts w:cs="Arial"/>
          <w:b/>
          <w:sz w:val="18"/>
        </w:rPr>
        <w:t>……</w:t>
      </w:r>
      <w:r>
        <w:rPr>
          <w:rFonts w:cs="Arial"/>
          <w:sz w:val="18"/>
        </w:rPr>
        <w:t>….</w:t>
      </w:r>
      <w:r w:rsidRPr="003F7E64">
        <w:rPr>
          <w:rFonts w:cs="Arial"/>
          <w:sz w:val="18"/>
        </w:rPr>
        <w:t>...........................</w:t>
      </w:r>
    </w:p>
    <w:p w14:paraId="3D525156" w14:textId="59BF1AAD" w:rsidR="00EF6BA5" w:rsidRPr="00EF6BA5" w:rsidRDefault="00EF6BA5" w:rsidP="004B095D">
      <w:pPr>
        <w:numPr>
          <w:ilvl w:val="0"/>
          <w:numId w:val="44"/>
        </w:numPr>
        <w:suppressAutoHyphens/>
        <w:spacing w:before="120" w:after="120" w:line="360" w:lineRule="auto"/>
        <w:ind w:firstLine="69"/>
        <w:jc w:val="both"/>
        <w:rPr>
          <w:rFonts w:cs="Arial"/>
          <w:b/>
          <w:sz w:val="18"/>
        </w:rPr>
      </w:pPr>
      <w:r w:rsidRPr="00EF6BA5">
        <w:rPr>
          <w:rFonts w:cs="Arial"/>
          <w:b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C4125D" wp14:editId="14032C7E">
                <wp:simplePos x="0" y="0"/>
                <wp:positionH relativeFrom="column">
                  <wp:posOffset>2833039</wp:posOffset>
                </wp:positionH>
                <wp:positionV relativeFrom="paragraph">
                  <wp:posOffset>99805</wp:posOffset>
                </wp:positionV>
                <wp:extent cx="1263485" cy="172085"/>
                <wp:effectExtent l="0" t="0" r="0" b="0"/>
                <wp:wrapNone/>
                <wp:docPr id="123842457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485" cy="172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7E7B0" w14:textId="77777777" w:rsidR="008B5225" w:rsidRPr="005C2309" w:rsidRDefault="008B5225" w:rsidP="00EF6BA5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(nazwa i siedziba Wykonawcy</w:t>
                            </w:r>
                            <w:r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)</w:t>
                            </w: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 robót)</w:t>
                            </w:r>
                          </w:p>
                          <w:p w14:paraId="7C804930" w14:textId="77777777" w:rsidR="008B5225" w:rsidRPr="00914B61" w:rsidRDefault="008B5225" w:rsidP="00EF6BA5">
                            <w:pPr>
                              <w:suppressAutoHyphens/>
                              <w:jc w:val="center"/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4125D" id="_x0000_s1031" type="#_x0000_t202" style="position:absolute;left:0;text-align:left;margin-left:223.05pt;margin-top:7.85pt;width:99.5pt;height:1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V/5nAIAAD0FAAAOAAAAZHJzL2Uyb0RvYy54bWysVNuO2yAQfa/Uf0C8Z31Z52IrzmovTVVp&#10;e5F2+wEE4xgVAwUSe1v13ztAkibtS1XVD5iBmTNzhgPLm7EXaM+M5UrWOLtKMWKSqobLbY0/P68n&#10;C4ysI7IhQklW4xdm8c3q9avloCuWq06JhhkEINJWg65x55yuksTSjvXEXinNJGy2yvTEgWm2SWPI&#10;AOi9SPI0nSWDMo02ijJrYfUhbuJVwG9bRt3HtrXMIVFjqM2F0YRx48dktSTV1hDdcXoog/xDFT3h&#10;EpKeoB6II2hn+B9QPadGWdW6K6r6RLUtpyxwADZZ+hubp45oFrhAc6w+tcn+P1j6Yf/JIN7A2eXX&#10;iyIvpvMSI0l6OKtnNjp0p0aUZb5Pg7YVuD9pCHAjrENM4Gz1o6JfLJLqviNyy26NUUPHSAN1hsjk&#10;LDTiWA+yGd6rBvKQnVMBaGxN75sIbUGADuf1cjojXwv1KfPZdbGYYkRhL5vnKcyhuIRUx2htrHvL&#10;VI/8pMYGNBDQyf7Ruuh6dPHJrBK8WXMhgmG2m3th0J6AXtbhi7FCdySuBs1AOhtdQ+oLDCE9klQe&#10;M6aLK8AACvB7nksQx/cyy4v0Li8n69liPinWxXRSztPFJM3Ku3KWFmXxsP7hK8iKquNNw+Qjl+wo&#10;1Kz4OyEcrkyUWJAqGmpcTvNpIHdR/YHWgWvqv0N/L9x67uDeCt7XeHFyIpU/9TeyAdqkcoSLOE8u&#10;yw8tgx4c/6ErQSNeFlEgbtyMQZbXR+ltVPMCojEKzhSUAW8OTDplvmE0wP2tsf26I4ZhJN5JEF6Z&#10;FYW/8MEAVedgmPOdzfkOkRSgauwwitN7Fx+JnTZ820GmKHWpbkGsLQ868qqOVQETb8AdDZwO74l/&#10;BM7t4PXr1Vv9BAAA//8DAFBLAwQUAAYACAAAACEAKhdU7t0AAAAJAQAADwAAAGRycy9kb3ducmV2&#10;LnhtbEyPTU+DQBCG7yb+h82YeDF2KaFIkKVpGj2YqEmp3hd2BFp2lrDbFv+940mPM++T96NYz3YQ&#10;Z5x870jBchGBQGqc6alV8LF/vs9A+KDJ6MERKvhGD+vy+qrQuXEX2uG5Cq1gE/K5VtCFMOZS+qZD&#10;q/3CjUisfbnJ6sDn1Eoz6Qub20HGUZRKq3vihE6PuO2wOVYny7lPczZ+1q/bw0t1Vx/id+rfMlLq&#10;9mbePIIIOIc/GH7rc3UouVPtTmS8GBQkSbpklIXVAwgG0mTFj5qVOANZFvL/gvIHAAD//wMAUEsB&#10;Ai0AFAAGAAgAAAAhALaDOJL+AAAA4QEAABMAAAAAAAAAAAAAAAAAAAAAAFtDb250ZW50X1R5cGVz&#10;XS54bWxQSwECLQAUAAYACAAAACEAOP0h/9YAAACUAQAACwAAAAAAAAAAAAAAAAAvAQAAX3JlbHMv&#10;LnJlbHNQSwECLQAUAAYACAAAACEAa8Vf+ZwCAAA9BQAADgAAAAAAAAAAAAAAAAAuAgAAZHJzL2Uy&#10;b0RvYy54bWxQSwECLQAUAAYACAAAACEAKhdU7t0AAAAJAQAADwAAAAAAAAAAAAAAAAD2BAAAZHJz&#10;L2Rvd25yZXYueG1sUEsFBgAAAAAEAAQA8wAAAAAGAAAAAA==&#10;" stroked="f">
                <v:fill opacity="0"/>
                <v:textbox>
                  <w:txbxContent>
                    <w:p w14:paraId="77F7E7B0" w14:textId="77777777" w:rsidR="008B5225" w:rsidRPr="005C2309" w:rsidRDefault="008B5225" w:rsidP="00EF6BA5">
                      <w:pPr>
                        <w:suppressAutoHyphens/>
                        <w:jc w:val="center"/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</w:pP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(nazwa i siedziba Wykonawcy</w:t>
                      </w:r>
                      <w:r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)</w:t>
                      </w: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 robót)</w:t>
                      </w:r>
                    </w:p>
                    <w:p w14:paraId="7C804930" w14:textId="77777777" w:rsidR="008B5225" w:rsidRPr="00914B61" w:rsidRDefault="008B5225" w:rsidP="00EF6BA5">
                      <w:pPr>
                        <w:suppressAutoHyphens/>
                        <w:jc w:val="center"/>
                        <w:rPr>
                          <w:sz w:val="12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6BA5">
        <w:rPr>
          <w:rFonts w:cs="Arial"/>
          <w:b/>
          <w:sz w:val="18"/>
        </w:rPr>
        <w:t xml:space="preserve">WYKONAWCA ROBÓT: </w:t>
      </w:r>
      <w:r>
        <w:rPr>
          <w:rFonts w:cs="Arial"/>
          <w:b/>
          <w:sz w:val="18"/>
        </w:rPr>
        <w:t>……………………………………………………………………………</w:t>
      </w:r>
      <w:r w:rsidRPr="003F7E64">
        <w:rPr>
          <w:rFonts w:cs="Arial"/>
          <w:sz w:val="18"/>
        </w:rPr>
        <w:t>…………</w:t>
      </w:r>
      <w:r>
        <w:rPr>
          <w:rFonts w:cs="Arial"/>
          <w:sz w:val="18"/>
        </w:rPr>
        <w:t>…..</w:t>
      </w:r>
      <w:r w:rsidRPr="003F7E64">
        <w:rPr>
          <w:rFonts w:cs="Arial"/>
          <w:sz w:val="18"/>
        </w:rPr>
        <w:t>………..</w:t>
      </w:r>
    </w:p>
    <w:p w14:paraId="1A07352C" w14:textId="0BE02D29" w:rsidR="00EF6BA5" w:rsidRPr="00EF6BA5" w:rsidRDefault="00EF6BA5" w:rsidP="004B095D">
      <w:pPr>
        <w:numPr>
          <w:ilvl w:val="0"/>
          <w:numId w:val="44"/>
        </w:numPr>
        <w:suppressAutoHyphens/>
        <w:spacing w:before="120" w:after="120" w:line="360" w:lineRule="auto"/>
        <w:ind w:firstLine="69"/>
        <w:jc w:val="both"/>
        <w:rPr>
          <w:rFonts w:cs="Arial"/>
          <w:b/>
          <w:sz w:val="18"/>
        </w:rPr>
      </w:pPr>
      <w:r w:rsidRPr="00EF6BA5">
        <w:rPr>
          <w:rFonts w:cs="Arial"/>
          <w:b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29AB0" wp14:editId="553D9FB5">
                <wp:simplePos x="0" y="0"/>
                <wp:positionH relativeFrom="column">
                  <wp:posOffset>2698198</wp:posOffset>
                </wp:positionH>
                <wp:positionV relativeFrom="paragraph">
                  <wp:posOffset>107425</wp:posOffset>
                </wp:positionV>
                <wp:extent cx="1527175" cy="18097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80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4B930" w14:textId="77777777" w:rsidR="008B5225" w:rsidRPr="00F524E9" w:rsidRDefault="008B5225" w:rsidP="00EF6BA5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F524E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(brak/nazwa i siedziba podwykonawcy)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29AB0" id="_x0000_s1032" type="#_x0000_t202" style="position:absolute;left:0;text-align:left;margin-left:212.45pt;margin-top:8.45pt;width:120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qX/lgIAADUFAAAOAAAAZHJzL2Uyb0RvYy54bWysVNuO2yAQfa/Uf0C8Z32Rs4mtOKtNtqkq&#10;bS/Sbj+AGByjYqBAYm+r/nsHSNKkfamq+gFzGc7MmTnD4m7sBTowY7mSNc5uUoyYbBTlclfjz8+b&#10;yRwj64ikRCjJavzCLL5bvn61GHTFctUpQZlBACJtNegad87pKkls07Ge2BulmYTDVpmeOFiaXUIN&#10;GQC9F0meprfJoAzVRjXMWth9iId4GfDbljXuY9ta5pCoMcTmwmjCuPVjslyQameI7nhzDIP8QxQ9&#10;4RKcnqEeiCNob/gfUD1vjLKqdTeN6hPVtrxhgQOwydLf2Dx1RLPABZJj9TlN9v/BNh8OnwziFGqX&#10;YSRJDzV6ZqNDKzUi2IL8DNpWYPakwdCNsA+2gavVj6r5YpFU647IHbs3Rg0dIxTiCzeTi6sRx3qQ&#10;7fBeUfBD9k4FoLE1vU8epAMBOtTp5VwbH0vjXU7zWTabYtTAWTZPS5hDcAmpTre1se4tUz3ykxob&#10;qH1AJ4dH66LpycQ7s0pwuuFChIXZbdfCoAMBnWzCF+8K3ZG4G7QC7mw0Da6vMIT0SFJ5zOgu7gAD&#10;CMCfeS5BFN/LLC/SVV5ONrfz2aTYFNNJOUvnkzQrV+VtWpTFw+aHjyArqo5TyuQjl+wk0Kz4OwEc&#10;WyVKK0gUDTUup/k0kLuK/kjryDX13zG/V2Y9d9Cvgvc1np+NSOWr/kZSoE0qR7iI8+Q6/JAyyMHp&#10;H7ISNOJlEQXixu0Y5FicpLdV9AVEYxTUFJQBbw1MOmW+YTRA39bYft0TwzAS7yQIr8yKwjd6WBTT&#10;WQ4Lc3myvTwhsgGoGjuM4nTt4uOw14bvOvAUpS7VPYi15UFHXtUxKmDiF9CbgdPxHfHNf7kOVr9e&#10;u+VPAAAA//8DAFBLAwQUAAYACAAAACEAg9azCN0AAAAJAQAADwAAAGRycy9kb3ducmV2LnhtbEyP&#10;QUvDQBCF74L/YRnBi9iNIYY0ZlNK0YOgQlN732THJG12NmS3bfz3jic9PYb3eO+bYjXbQZxx8r0j&#10;BQ+LCARS40xPrYLP3ct9BsIHTUYPjlDBN3pYlddXhc6Nu9AWz1VoBZeQz7WCLoQxl9I3HVrtF25E&#10;Yu/LTVYHPqdWmklfuNwOMo6iVFrdEy90esRNh82xOlnefZ6zcV+/bQ6v1V19iD+of89Iqdubef0E&#10;IuAc/sLwi8/oUDJT7U5kvBgUJHGy5CgbKSsH0vQxAVGzwyrLQv7/oPwBAAD//wMAUEsBAi0AFAAG&#10;AAgAAAAhALaDOJL+AAAA4QEAABMAAAAAAAAAAAAAAAAAAAAAAFtDb250ZW50X1R5cGVzXS54bWxQ&#10;SwECLQAUAAYACAAAACEAOP0h/9YAAACUAQAACwAAAAAAAAAAAAAAAAAvAQAAX3JlbHMvLnJlbHNQ&#10;SwECLQAUAAYACAAAACEAxtql/5YCAAA1BQAADgAAAAAAAAAAAAAAAAAuAgAAZHJzL2Uyb0RvYy54&#10;bWxQSwECLQAUAAYACAAAACEAg9azCN0AAAAJAQAADwAAAAAAAAAAAAAAAADwBAAAZHJzL2Rvd25y&#10;ZXYueG1sUEsFBgAAAAAEAAQA8wAAAPoFAAAAAA==&#10;" stroked="f">
                <v:fill opacity="0"/>
                <v:textbox>
                  <w:txbxContent>
                    <w:p w14:paraId="6084B930" w14:textId="77777777" w:rsidR="008B5225" w:rsidRPr="00F524E9" w:rsidRDefault="008B5225" w:rsidP="00EF6BA5">
                      <w:pPr>
                        <w:suppressAutoHyphens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F524E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(brak/nazwa i siedziba podwykonawcy)</w:t>
                      </w:r>
                    </w:p>
                  </w:txbxContent>
                </v:textbox>
              </v:shape>
            </w:pict>
          </mc:Fallback>
        </mc:AlternateContent>
      </w:r>
      <w:r w:rsidRPr="00EF6BA5">
        <w:rPr>
          <w:rFonts w:cs="Arial"/>
          <w:b/>
          <w:sz w:val="18"/>
        </w:rPr>
        <w:t xml:space="preserve">PODWYKONAWCA/Y ROBÓT* – </w:t>
      </w:r>
      <w:r w:rsidRPr="003F7E64">
        <w:rPr>
          <w:rFonts w:cs="Arial"/>
          <w:sz w:val="18"/>
        </w:rPr>
        <w:t>.......................................................</w:t>
      </w:r>
      <w:r>
        <w:rPr>
          <w:rFonts w:cs="Arial"/>
          <w:sz w:val="18"/>
        </w:rPr>
        <w:t>..</w:t>
      </w:r>
      <w:r w:rsidRPr="003F7E64">
        <w:rPr>
          <w:rFonts w:cs="Arial"/>
          <w:sz w:val="18"/>
        </w:rPr>
        <w:t>...................................</w:t>
      </w:r>
    </w:p>
    <w:p w14:paraId="218FA62A" w14:textId="77777777" w:rsidR="00EF6BA5" w:rsidRPr="00EF6BA5" w:rsidRDefault="00EF6BA5" w:rsidP="004B095D">
      <w:pPr>
        <w:numPr>
          <w:ilvl w:val="0"/>
          <w:numId w:val="44"/>
        </w:numPr>
        <w:suppressAutoHyphens/>
        <w:spacing w:before="120" w:after="120" w:line="360" w:lineRule="auto"/>
        <w:ind w:firstLine="69"/>
        <w:jc w:val="both"/>
        <w:rPr>
          <w:rFonts w:cs="Arial"/>
          <w:b/>
          <w:sz w:val="18"/>
        </w:rPr>
      </w:pPr>
      <w:r w:rsidRPr="00EF6BA5">
        <w:rPr>
          <w:rFonts w:cs="Arial"/>
          <w:b/>
          <w:sz w:val="18"/>
        </w:rPr>
        <w:t>KOMISJA ODBIORU W SKŁADZIE:</w:t>
      </w:r>
    </w:p>
    <w:p w14:paraId="1EE6502F" w14:textId="77777777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Przewodniczący ………………………….............................................................</w:t>
      </w:r>
    </w:p>
    <w:p w14:paraId="049ED406" w14:textId="77777777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Członek komisji ………………………….............................................................</w:t>
      </w:r>
    </w:p>
    <w:p w14:paraId="5C389F74" w14:textId="77777777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Członek komisji ………………………….............................................................</w:t>
      </w:r>
    </w:p>
    <w:p w14:paraId="034A049A" w14:textId="77777777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Członek komisji ………………………….............................................................</w:t>
      </w:r>
    </w:p>
    <w:p w14:paraId="50755647" w14:textId="77777777" w:rsidR="004B095D" w:rsidRDefault="004B095D" w:rsidP="004B095D">
      <w:p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</w:p>
    <w:p w14:paraId="499F4B28" w14:textId="62902F59" w:rsidR="00EF6BA5" w:rsidRPr="003F7E64" w:rsidRDefault="00EF6BA5" w:rsidP="004B095D">
      <w:p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Przy udziale</w:t>
      </w:r>
    </w:p>
    <w:p w14:paraId="7F1314BF" w14:textId="46D614D2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Inspektor nadzoru* …………………………........................................</w:t>
      </w:r>
      <w:r>
        <w:rPr>
          <w:rFonts w:cs="Arial"/>
          <w:sz w:val="18"/>
        </w:rPr>
        <w:t>................</w:t>
      </w:r>
      <w:r w:rsidRPr="003F7E64">
        <w:rPr>
          <w:rFonts w:cs="Arial"/>
          <w:sz w:val="18"/>
        </w:rPr>
        <w:t>.....................</w:t>
      </w:r>
    </w:p>
    <w:p w14:paraId="1A0FE4B7" w14:textId="3FDA9406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Kierownik budowy (przedst. wykonawcy robót) …………………………................</w:t>
      </w:r>
      <w:r>
        <w:rPr>
          <w:rFonts w:cs="Arial"/>
          <w:sz w:val="18"/>
        </w:rPr>
        <w:t>.</w:t>
      </w:r>
      <w:r w:rsidRPr="003F7E64">
        <w:rPr>
          <w:rFonts w:cs="Arial"/>
          <w:sz w:val="18"/>
        </w:rPr>
        <w:t>.............</w:t>
      </w:r>
      <w:r w:rsidRPr="00EF6BA5">
        <w:rPr>
          <w:rFonts w:cs="Arial"/>
          <w:sz w:val="18"/>
        </w:rPr>
        <w:t>..........</w:t>
      </w:r>
    </w:p>
    <w:p w14:paraId="6EC607BC" w14:textId="60822B5C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Przedstawiciel podwykonawcy robót* …………………………...................</w:t>
      </w:r>
      <w:r w:rsidRPr="00EF6BA5">
        <w:rPr>
          <w:rFonts w:cs="Arial"/>
          <w:sz w:val="18"/>
        </w:rPr>
        <w:t>........................</w:t>
      </w:r>
      <w:r w:rsidRPr="003F7E64">
        <w:rPr>
          <w:rFonts w:cs="Arial"/>
          <w:sz w:val="18"/>
        </w:rPr>
        <w:t>..........</w:t>
      </w:r>
    </w:p>
    <w:p w14:paraId="3E23AD89" w14:textId="6BAA627C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Inwestor*…………………………......................................</w:t>
      </w:r>
      <w:r>
        <w:rPr>
          <w:rFonts w:cs="Arial"/>
          <w:sz w:val="18"/>
        </w:rPr>
        <w:t>...............................</w:t>
      </w:r>
      <w:r w:rsidRPr="003F7E64">
        <w:rPr>
          <w:rFonts w:cs="Arial"/>
          <w:sz w:val="18"/>
        </w:rPr>
        <w:t>.......................</w:t>
      </w:r>
    </w:p>
    <w:p w14:paraId="79C52C85" w14:textId="153B6468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Podmiot przyłączany* ………………………….......................</w:t>
      </w:r>
      <w:r>
        <w:rPr>
          <w:rFonts w:cs="Arial"/>
          <w:sz w:val="18"/>
        </w:rPr>
        <w:t>..............</w:t>
      </w:r>
      <w:r w:rsidRPr="003F7E64">
        <w:rPr>
          <w:rFonts w:cs="Arial"/>
          <w:sz w:val="18"/>
        </w:rPr>
        <w:t>......................................</w:t>
      </w:r>
    </w:p>
    <w:p w14:paraId="1C49DCA9" w14:textId="77777777" w:rsidR="00EF6BA5" w:rsidRPr="003F7E64" w:rsidRDefault="00EF6BA5" w:rsidP="004B095D">
      <w:pPr>
        <w:suppressAutoHyphens/>
        <w:spacing w:before="120" w:after="120" w:line="360" w:lineRule="auto"/>
        <w:ind w:left="708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Komisja po zapoznaniu się z dokumentacją, zgłoszeniem do odbioru/sprawdzenia, wykonywanym zakresem prac stwierdza, że zakres prac wykonawcy/podwykonawcy* został zrealizowany:</w:t>
      </w:r>
    </w:p>
    <w:p w14:paraId="58A2FA10" w14:textId="77777777" w:rsidR="00EF6BA5" w:rsidRPr="003F7E64" w:rsidRDefault="00EF6BA5" w:rsidP="004B095D">
      <w:pPr>
        <w:numPr>
          <w:ilvl w:val="1"/>
          <w:numId w:val="44"/>
        </w:numPr>
        <w:suppressAutoHyphens/>
        <w:spacing w:before="120" w:after="120" w:line="360" w:lineRule="auto"/>
        <w:ind w:hanging="368"/>
        <w:jc w:val="both"/>
        <w:rPr>
          <w:rFonts w:cs="Arial"/>
          <w:sz w:val="18"/>
        </w:rPr>
      </w:pPr>
      <w:r w:rsidRPr="003F7E64">
        <w:rPr>
          <w:rFonts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9C15B" wp14:editId="29E06366">
                <wp:simplePos x="0" y="0"/>
                <wp:positionH relativeFrom="column">
                  <wp:posOffset>3763810</wp:posOffset>
                </wp:positionH>
                <wp:positionV relativeFrom="paragraph">
                  <wp:posOffset>92931</wp:posOffset>
                </wp:positionV>
                <wp:extent cx="596347" cy="182880"/>
                <wp:effectExtent l="0" t="0" r="0" b="0"/>
                <wp:wrapNone/>
                <wp:docPr id="123842458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47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13EED" w14:textId="77777777" w:rsidR="008B5225" w:rsidRPr="003F7E64" w:rsidRDefault="008B5225" w:rsidP="00EF6BA5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6"/>
                              </w:rPr>
                            </w:pPr>
                            <w:r w:rsidRPr="003F7E64">
                              <w:rPr>
                                <w:rFonts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9C15B" id="_x0000_s1033" type="#_x0000_t202" style="position:absolute;left:0;text-align:left;margin-left:296.35pt;margin-top:7.3pt;width:46.95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qImwIAADwFAAAOAAAAZHJzL2Uyb0RvYy54bWysVNmO2yAUfa/Uf0C8Z7yMndhWnNEsTVVp&#10;ukgz/QBi4xgVAwUSe1r133uBJE3al6qqHzDL5dxzLgeWN9PA0Z5qw6SocXIVY0RFI1smtjX+/Lye&#10;FRgZS0RLuBS0xi/U4JvV61fLUVU0lb3kLdUIQISpRlXj3lpVRZFpejoQcyUVFbDYST0QC0O9jVpN&#10;RkAfeJTG8TwapW6Vlg01BmYfwiJeefyuo4392HWGWsRrDNysb7VvN66NVktSbTVRPWsONMg/sBgI&#10;E5D0BPVALEE7zf6AGlijpZGdvWrkEMmuYw31GkBNEv+m5qkninotUByjTmUy/w+2+bD/pBFr4ezS&#10;6yJLs7yAMgkywFk908miOzmhJHF1GpWpIPxJwQY7wTzs8ZqNepTNF4OEvO+J2NJbreXYU9ICT78z&#10;OtsacIwD2YzvZQt5yM5KDzR1enBFhLIgQAciL6czclwamMzL+XW2wKiBpaRIC6AL3CJSHTcrbexb&#10;KgfkOjXWYAEPTvaPxobQY4jLZSRn7Zpx7gd6u7nnGu0J2GXtv7CXq56E2WM6E0J96gsMLhySkA4z&#10;pAszIAAIuDUnxXvje5mkWXyXlrP1vFjMsnWWz8pFXMzipLwr53FWZg/rH45BklU9a1sqHpmgR58m&#10;2d/54HBjgsO8U9FY4zJPcy/ugv1B1kFr7L5DfS/CBmbh2nI21Lg4BZHKHfob0YJsUlnCeOhHl/R9&#10;yaAGx7+vireIc0Xwh502k3dlfnTeRrYv4Bkt4UzBGPDkQKeX+htGI1zfGpuvO6IpRvydAN+VSZa5&#10;++4HWb5IYaDPVzbnK0Q0AFVji1Ho3tvwRuyUZtseMgWnC3kLXu2Y95EzdWAFStwArqjXdHhO3Btw&#10;PvZRvx691U8AAAD//wMAUEsDBBQABgAIAAAAIQANC7Ey3gAAAAkBAAAPAAAAZHJzL2Rvd25yZXYu&#10;eG1sTI9NT4NAEIbvJv6HzZh4aewiUkRkaUyjBxNtIup9YUegsrOE3bb47x1P9TaT98n7UaxnO4gD&#10;Tr53pOB6GYFAapzpqVXw8f50lYHwQZPRgyNU8IMe1uX5WaFz4470hocqtIJNyOdaQRfCmEvpmw6t&#10;9ks3IrH25SarA79TK82kj2xuBxlHUSqt7okTOj3ipsPmu9pbzn2cs/GzftnsnqtFvYu31L9mpNTl&#10;xfxwDyLgHE4w/NXn6lByp9rtyXgxKFjdxbeMspCkIBhIs5SPWkFyk4AsC/l/QfkLAAD//wMAUEsB&#10;Ai0AFAAGAAgAAAAhALaDOJL+AAAA4QEAABMAAAAAAAAAAAAAAAAAAAAAAFtDb250ZW50X1R5cGVz&#10;XS54bWxQSwECLQAUAAYACAAAACEAOP0h/9YAAACUAQAACwAAAAAAAAAAAAAAAAAvAQAAX3JlbHMv&#10;LnJlbHNQSwECLQAUAAYACAAAACEARiGaiJsCAAA8BQAADgAAAAAAAAAAAAAAAAAuAgAAZHJzL2Uy&#10;b0RvYy54bWxQSwECLQAUAAYACAAAACEADQuxMt4AAAAJAQAADwAAAAAAAAAAAAAAAAD1BAAAZHJz&#10;L2Rvd25yZXYueG1sUEsFBgAAAAAEAAQA8wAAAAAGAAAAAA==&#10;" stroked="f">
                <v:fill opacity="0"/>
                <v:textbox>
                  <w:txbxContent>
                    <w:p w14:paraId="5EC13EED" w14:textId="77777777" w:rsidR="008B5225" w:rsidRPr="003F7E64" w:rsidRDefault="008B5225" w:rsidP="00EF6BA5">
                      <w:pPr>
                        <w:jc w:val="center"/>
                        <w:rPr>
                          <w:rFonts w:cs="Arial"/>
                          <w:sz w:val="12"/>
                          <w:szCs w:val="16"/>
                        </w:rPr>
                      </w:pPr>
                      <w:r w:rsidRPr="003F7E64">
                        <w:rPr>
                          <w:rFonts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3F7E64">
        <w:rPr>
          <w:rFonts w:cs="Arial"/>
          <w:sz w:val="18"/>
        </w:rPr>
        <w:t>Zgodnie z dokumentacją projektową i powykonawczą: ……………</w:t>
      </w:r>
    </w:p>
    <w:p w14:paraId="7F601A44" w14:textId="77777777" w:rsidR="00EF6BA5" w:rsidRPr="003F7E64" w:rsidRDefault="00EF6BA5" w:rsidP="004B095D">
      <w:pPr>
        <w:numPr>
          <w:ilvl w:val="1"/>
          <w:numId w:val="44"/>
        </w:numPr>
        <w:suppressAutoHyphens/>
        <w:spacing w:before="120" w:after="120" w:line="360" w:lineRule="auto"/>
        <w:ind w:hanging="368"/>
        <w:jc w:val="both"/>
        <w:rPr>
          <w:rFonts w:cs="Arial"/>
          <w:sz w:val="18"/>
        </w:rPr>
      </w:pPr>
      <w:r w:rsidRPr="003F7E64">
        <w:rPr>
          <w:rFonts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61EED6" wp14:editId="4CD288D7">
                <wp:simplePos x="0" y="0"/>
                <wp:positionH relativeFrom="column">
                  <wp:posOffset>1712512</wp:posOffset>
                </wp:positionH>
                <wp:positionV relativeFrom="paragraph">
                  <wp:posOffset>64935</wp:posOffset>
                </wp:positionV>
                <wp:extent cx="547370" cy="182880"/>
                <wp:effectExtent l="0" t="0" r="0" b="0"/>
                <wp:wrapNone/>
                <wp:docPr id="123842458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7F7CB" w14:textId="77777777" w:rsidR="008B5225" w:rsidRPr="0048196B" w:rsidRDefault="008B5225" w:rsidP="00EF6BA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48196B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1EED6" id="Text Box 10" o:spid="_x0000_s1034" type="#_x0000_t202" style="position:absolute;left:0;text-align:left;margin-left:134.85pt;margin-top:5.1pt;width:43.1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eHngIAADwFAAAOAAAAZHJzL2Uyb0RvYy54bWysVNuO2yAQfa/Uf0C8Z31ZJ7GtOKvNblNV&#10;2l6k3X4AMThGxUCBxN5W/fcOOMkm25eqqh8wMHDmzMwZFjdDJ9CeGcuVrHByFWPEZK0ol9sKf31a&#10;T3KMrCOSEqEkq/Azs/hm+fbNotclS1WrBGUGAYi0Za8r3Dqnyyiydcs6Yq+UZhKMjTIdcbA024ga&#10;0gN6J6I0jmdRrwzVRtXMWti9H414GfCbhtXuc9NY5pCoMHBzYTRh3PgxWi5IuTVEt7w+0CD/wKIj&#10;XILTE9Q9cQTtDP8DquO1UVY17qpWXaSahtcsxADRJPGraB5bolmIBZJj9SlN9v/B1p/2XwziFGqX&#10;XudZmk3zBCNJOqjVExscWqkBJSFPvbYlHH/UcMENsA93QsxWP6j6m0VS3bVEbtmtMapvGaHAM/EZ&#10;js6u+srY0nqQTf9RUfBDdk4FoKExnU8ipAUBOtTr+VQjz6WGzWk2v56DpQZTkqd5HrhFpDxe1sa6&#10;90x1yE8qbEACAZzsH6zzZEh5POJ9WSU4XXMhwsJsN3fCoD0BuazDN94VuiXj7tGdHY8GvAsMIT2S&#10;VB5zdDfuQABAwNt8KEEbP4skzeJVWkzWs3w+ydbZdFLM43wSJ8WqmMVZkd2vf3kGSVa2nFImH7hk&#10;R50m2d/p4NAxo8KCUlFf4WKaTkNwF+wPYR1ijf0XKvgqUR130LaCdxXOT4dI6Yv+TtLQVI5wMc6j&#10;S/ohZZCD4z9kJUjEq2LUhxs2Q1DlzHv3itko+gyaMQpqCuWHJwcmrTI/MOqhfStsv++IYRiJDxJ0&#10;VyRZ5vs9LLLpPIWFObdszi1E1gBVYYfROL1z4xux04ZvW/A0Kl2qW9Bqw4OOXlhBJH4BLRpiOjwn&#10;/g04X4dTL4/e8jcAAAD//wMAUEsDBBQABgAIAAAAIQAfpWf83gAAAAkBAAAPAAAAZHJzL2Rvd25y&#10;ZXYueG1sTI9NS8NAEIbvgv9hGcGL2F0jrUnMpkjRg6CCab1vsmOSmp0N2W0b/73jSW8zvA/vR7Ge&#10;3SCOOIXek4abhQKB1HjbU6tht326TkGEaMiawRNq+MYA6/L8rDC59Sd6x2MVW8EmFHKjoYtxzKUM&#10;TYfOhIUfkVj79JMzkd+plXYyJzZ3g0yUWklneuKEzoy46bD5qg6Ocx/ndPyoXzb75+qq3idv1L+m&#10;pPXlxfxwDyLiHP9g+K3P1aHkTrU/kA1i0JCssjtGWVAJCAZul8sMRM1HpkCWhfy/oPwBAAD//wMA&#10;UEsBAi0AFAAGAAgAAAAhALaDOJL+AAAA4QEAABMAAAAAAAAAAAAAAAAAAAAAAFtDb250ZW50X1R5&#10;cGVzXS54bWxQSwECLQAUAAYACAAAACEAOP0h/9YAAACUAQAACwAAAAAAAAAAAAAAAAAvAQAAX3Jl&#10;bHMvLnJlbHNQSwECLQAUAAYACAAAACEAEb+Xh54CAAA8BQAADgAAAAAAAAAAAAAAAAAuAgAAZHJz&#10;L2Uyb0RvYy54bWxQSwECLQAUAAYACAAAACEAH6Vn/N4AAAAJAQAADwAAAAAAAAAAAAAAAAD4BAAA&#10;ZHJzL2Rvd25yZXYueG1sUEsFBgAAAAAEAAQA8wAAAAMGAAAAAA==&#10;" stroked="f">
                <v:fill opacity="0"/>
                <v:textbox>
                  <w:txbxContent>
                    <w:p w14:paraId="3697F7CB" w14:textId="77777777" w:rsidR="008B5225" w:rsidRPr="0048196B" w:rsidRDefault="008B5225" w:rsidP="00EF6BA5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48196B">
                        <w:rPr>
                          <w:rFonts w:ascii="Arial" w:hAnsi="Arial"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3F7E64">
        <w:rPr>
          <w:rFonts w:cs="Arial"/>
          <w:sz w:val="18"/>
        </w:rPr>
        <w:t>Zgodnie z umową: ……………</w:t>
      </w:r>
    </w:p>
    <w:p w14:paraId="24DC9678" w14:textId="77777777" w:rsidR="00EF6BA5" w:rsidRPr="003F7E64" w:rsidRDefault="00EF6BA5" w:rsidP="004B095D">
      <w:pPr>
        <w:numPr>
          <w:ilvl w:val="1"/>
          <w:numId w:val="44"/>
        </w:numPr>
        <w:suppressAutoHyphens/>
        <w:spacing w:before="120" w:after="120" w:line="360" w:lineRule="auto"/>
        <w:ind w:hanging="368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Z następującymi wadami: ……………………………………….………………………………………………………</w:t>
      </w:r>
    </w:p>
    <w:p w14:paraId="70D2EFA1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1B607FE1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609C14A3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0308B787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32750F78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3FD41190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1D685CDA" w14:textId="20790AB6" w:rsidR="00553191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MIEJSCEM DOSTARCZANIA ENERGII ELEKTRYCZNEJ SĄ:</w:t>
      </w:r>
    </w:p>
    <w:p w14:paraId="5E9CB43E" w14:textId="26A1CEDA" w:rsidR="001A10EA" w:rsidRDefault="001A10EA" w:rsidP="004B095D">
      <w:pPr>
        <w:pStyle w:val="Akapitzlist"/>
        <w:keepNext/>
        <w:keepLines/>
        <w:spacing w:before="120" w:after="120" w:line="360" w:lineRule="auto"/>
        <w:ind w:left="709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...........................................................................................................................................</w:t>
      </w:r>
    </w:p>
    <w:p w14:paraId="288951E5" w14:textId="7179892B" w:rsidR="001A10EA" w:rsidRPr="00B679C8" w:rsidRDefault="001A10EA" w:rsidP="004B095D">
      <w:pPr>
        <w:pStyle w:val="Akapitzlist"/>
        <w:keepNext/>
        <w:keepLines/>
        <w:spacing w:before="120" w:after="120" w:line="360" w:lineRule="auto"/>
        <w:ind w:left="709"/>
        <w:contextualSpacing w:val="0"/>
        <w:jc w:val="center"/>
        <w:outlineLvl w:val="0"/>
        <w:rPr>
          <w:rFonts w:eastAsiaTheme="majorEastAsia" w:cstheme="minorHAnsi"/>
          <w:color w:val="000000" w:themeColor="text1"/>
          <w:sz w:val="12"/>
          <w:szCs w:val="20"/>
        </w:rPr>
      </w:pPr>
      <w:r w:rsidRPr="00B679C8">
        <w:rPr>
          <w:rFonts w:eastAsiaTheme="majorEastAsia" w:cstheme="minorHAnsi"/>
          <w:color w:val="000000" w:themeColor="text1"/>
          <w:sz w:val="12"/>
          <w:szCs w:val="20"/>
        </w:rPr>
        <w:t>(dopuszcza się usunięcie przedmiotowego punktu z protokołu w przypadku prac nie związanych z przyłączeniem nowego podmiotu lub ze zmianą granicy dostarczenia energii elektrycznej)</w:t>
      </w:r>
    </w:p>
    <w:p w14:paraId="32B30854" w14:textId="77777777" w:rsidR="001A10EA" w:rsidRPr="00B679C8" w:rsidRDefault="001A10EA" w:rsidP="004B095D">
      <w:pPr>
        <w:pStyle w:val="Akapitzlist"/>
        <w:keepNext/>
        <w:numPr>
          <w:ilvl w:val="0"/>
          <w:numId w:val="54"/>
        </w:numPr>
        <w:spacing w:before="120" w:after="120" w:line="360" w:lineRule="auto"/>
        <w:ind w:left="709" w:hanging="283"/>
        <w:contextualSpacing w:val="0"/>
        <w:jc w:val="both"/>
        <w:rPr>
          <w:rFonts w:cs="Arial"/>
          <w:b/>
          <w:sz w:val="18"/>
        </w:rPr>
      </w:pPr>
      <w:r w:rsidRPr="00B679C8">
        <w:rPr>
          <w:rFonts w:cs="Arial"/>
          <w:b/>
          <w:sz w:val="18"/>
        </w:rPr>
        <w:t>ZAŁĄCZONE DOKUMENTY</w:t>
      </w:r>
    </w:p>
    <w:p w14:paraId="19533E0F" w14:textId="77777777" w:rsidR="001A10EA" w:rsidRPr="00B679C8" w:rsidRDefault="001A10EA" w:rsidP="004B095D">
      <w:pPr>
        <w:pStyle w:val="Akapitzlist"/>
        <w:numPr>
          <w:ilvl w:val="1"/>
          <w:numId w:val="54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</w:rPr>
      </w:pPr>
      <w:r w:rsidRPr="00B679C8">
        <w:rPr>
          <w:rFonts w:cs="Arial"/>
          <w:sz w:val="18"/>
        </w:rPr>
        <w:t>Dokumentacja powykonawcza .................................</w:t>
      </w:r>
    </w:p>
    <w:p w14:paraId="29807A20" w14:textId="77777777" w:rsidR="001A10EA" w:rsidRPr="00B679C8" w:rsidRDefault="001A10EA" w:rsidP="004B095D">
      <w:pPr>
        <w:pStyle w:val="Akapitzlist"/>
        <w:numPr>
          <w:ilvl w:val="1"/>
          <w:numId w:val="54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</w:rPr>
      </w:pPr>
      <w:r w:rsidRPr="00B679C8">
        <w:rPr>
          <w:rFonts w:cs="Arial"/>
          <w:sz w:val="18"/>
        </w:rPr>
        <w:t xml:space="preserve"> …………………………………………………………….</w:t>
      </w:r>
    </w:p>
    <w:p w14:paraId="4DA4CCE4" w14:textId="16850664" w:rsidR="001A10EA" w:rsidRPr="00B679C8" w:rsidRDefault="007D4562" w:rsidP="004B095D">
      <w:pPr>
        <w:pStyle w:val="Akapitzlist"/>
        <w:keepNext/>
        <w:numPr>
          <w:ilvl w:val="0"/>
          <w:numId w:val="54"/>
        </w:numPr>
        <w:spacing w:before="120" w:after="120" w:line="360" w:lineRule="auto"/>
        <w:ind w:left="709" w:hanging="283"/>
        <w:contextualSpacing w:val="0"/>
        <w:jc w:val="both"/>
        <w:rPr>
          <w:rFonts w:cs="Arial"/>
          <w:b/>
          <w:sz w:val="18"/>
          <w:szCs w:val="18"/>
        </w:rPr>
      </w:pPr>
      <w:r w:rsidRPr="007D4562">
        <w:rPr>
          <w:rFonts w:cs="Arial"/>
          <w:b/>
          <w:sz w:val="18"/>
          <w:szCs w:val="18"/>
        </w:rPr>
        <w:t>WNIOSKI KOMISJI</w:t>
      </w:r>
    </w:p>
    <w:p w14:paraId="4655253D" w14:textId="77777777" w:rsidR="001A10EA" w:rsidRPr="00B679C8" w:rsidRDefault="001A10EA" w:rsidP="004B095D">
      <w:pPr>
        <w:suppressAutoHyphens/>
        <w:spacing w:before="120" w:after="120" w:line="360" w:lineRule="auto"/>
        <w:ind w:left="708"/>
        <w:jc w:val="both"/>
        <w:rPr>
          <w:rFonts w:cs="Arial"/>
          <w:sz w:val="18"/>
          <w:szCs w:val="18"/>
        </w:rPr>
      </w:pPr>
      <w:r w:rsidRPr="00B679C8">
        <w:rPr>
          <w:rFonts w:cs="Arial"/>
          <w:sz w:val="18"/>
          <w:szCs w:val="18"/>
        </w:rPr>
        <w:t>Na podstawie stwierdzonego jak wyżej stanu gotowości urządzeń elektrycznych przedstawiciele PGE Dystrybucja S.A. Oddział ………………………………….. uznają je jako:</w:t>
      </w:r>
    </w:p>
    <w:p w14:paraId="7C20186E" w14:textId="77777777" w:rsidR="007D4562" w:rsidRDefault="001A10EA" w:rsidP="004B095D">
      <w:pPr>
        <w:pStyle w:val="Akapitzlist"/>
        <w:numPr>
          <w:ilvl w:val="0"/>
          <w:numId w:val="55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  <w:szCs w:val="18"/>
        </w:rPr>
      </w:pPr>
      <w:r w:rsidRPr="00B679C8">
        <w:rPr>
          <w:rFonts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2C18D0" wp14:editId="743EE8FA">
                <wp:simplePos x="0" y="0"/>
                <wp:positionH relativeFrom="column">
                  <wp:posOffset>4685113</wp:posOffset>
                </wp:positionH>
                <wp:positionV relativeFrom="paragraph">
                  <wp:posOffset>80203</wp:posOffset>
                </wp:positionV>
                <wp:extent cx="612250" cy="182880"/>
                <wp:effectExtent l="0" t="0" r="0" b="0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50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94DA7" w14:textId="77777777" w:rsidR="008B5225" w:rsidRPr="00B679C8" w:rsidRDefault="008B5225" w:rsidP="001A10EA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6"/>
                              </w:rPr>
                            </w:pPr>
                            <w:r w:rsidRPr="00B679C8">
                              <w:rPr>
                                <w:rFonts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C18D0" id="_x0000_s1035" type="#_x0000_t202" style="position:absolute;left:0;text-align:left;margin-left:368.9pt;margin-top:6.3pt;width:48.2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dO9lgIAADQFAAAOAAAAZHJzL2Uyb0RvYy54bWysVNuO2yAQfa/Uf0C8Z32Rk9jWOqu9NFWl&#10;7UXa7QcQg2NUDBRI7G3Vf+8ASZq0L1VVP2BghsOcmTNc30yDQHtmLFeywdlVihGTraJcbhv8+Xk9&#10;KzGyjkhKhJKswS/M4pvV61fXo65ZrnolKDMIQKStR93g3jldJ4ltezYQe6U0k2DslBmIg6XZJtSQ&#10;EdAHkeRpukhGZag2qmXWwu5DNOJVwO861rqPXWeZQ6LBEJsLownjxo/J6prUW0N0z9tDGOQfohgI&#10;l3DpCeqBOIJ2hv8BNfDWKKs6d9WqIVFdx1sWOACbLP2NzVNPNAtcIDlWn9Jk/x9s+2H/ySBOG5wv&#10;MJJkgBo9s8mhOzWhLPP5GbWtwe1Jg6ObYB/qHLha/ajaLxZJdd8TuWW3xqixZ4RCfOFkcnY04lgP&#10;shnfKwr3kJ1TAWjqzOCTB+lAgA51ejnVxsfSwuYiy/M5WFowZWVelqF2CamPh7Wx7i1TA/KTBhso&#10;fQAn+0frgAa4Hl38XVYJTtdciLAw2829MGhPQCbr8MWzQvck7h6vs9E14F1gCOmRpPKY8bq4AwQg&#10;AG/zVIImvldZXqR3eTVbL8rlrFgX81m1TMtZmlV31SItquJh/cNHkBV1zyll8pFLdtRnVvxd/Q+d&#10;EpUVFIrGBlfzfB7IXUR/oHXgmvrP1x6SduE2cAftKvjQ4PLkRGpf9DeSwgFSO8JFnCeX4Qc0yMHx&#10;H7ISJOJVEfXhps0U1Lg8Km+j6AtoxiioKZQfnhqY9Mp8w2iEtm2w/bojhmEk3knQXZUVhe/zsCjm&#10;yxwW5tyyObcQ2QJUgx1GcXrv4tuw04Zve7gpKl2qW9Bqx4OOvKhjVMDEL6A1A6fDM+J7/3wdvH49&#10;dqufAAAA//8DAFBLAwQUAAYACAAAACEA93YN7d8AAAAJAQAADwAAAGRycy9kb3ducmV2LnhtbEyP&#10;QUvDQBSE74L/YXmCF7GbpqENMZsixR4KWmjU+yb7TFKzb0N228Z/7/Nkj8MMM9/k68n24oyj7xwp&#10;mM8iEEi1Mx01Cj7et48pCB80Gd07QgU/6GFd3N7kOjPuQgc8l6ERXEI+0wraEIZMSl+3aLWfuQGJ&#10;vS83Wh1Yjo00o75wue1lHEVLaXVHvNDqATct1t/lyfLuy5QOn9Xr5rgrH6pjvKfuLSWl7u+m5ycQ&#10;AafwH4Y/fEaHgpkqdyLjRa9gtVgxemAjXoLgQLpIYhCVgmSegCxyef2g+AUAAP//AwBQSwECLQAU&#10;AAYACAAAACEAtoM4kv4AAADhAQAAEwAAAAAAAAAAAAAAAAAAAAAAW0NvbnRlbnRfVHlwZXNdLnht&#10;bFBLAQItABQABgAIAAAAIQA4/SH/1gAAAJQBAAALAAAAAAAAAAAAAAAAAC8BAABfcmVscy8ucmVs&#10;c1BLAQItABQABgAIAAAAIQCgWdO9lgIAADQFAAAOAAAAAAAAAAAAAAAAAC4CAABkcnMvZTJvRG9j&#10;LnhtbFBLAQItABQABgAIAAAAIQD3dg3t3wAAAAkBAAAPAAAAAAAAAAAAAAAAAPAEAABkcnMvZG93&#10;bnJldi54bWxQSwUGAAAAAAQABADzAAAA/AUAAAAA&#10;" stroked="f">
                <v:fill opacity="0"/>
                <v:textbox>
                  <w:txbxContent>
                    <w:p w14:paraId="4CD94DA7" w14:textId="77777777" w:rsidR="008B5225" w:rsidRPr="00B679C8" w:rsidRDefault="008B5225" w:rsidP="001A10EA">
                      <w:pPr>
                        <w:jc w:val="center"/>
                        <w:rPr>
                          <w:rFonts w:cs="Arial"/>
                          <w:sz w:val="12"/>
                          <w:szCs w:val="16"/>
                        </w:rPr>
                      </w:pPr>
                      <w:r w:rsidRPr="00B679C8">
                        <w:rPr>
                          <w:rFonts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B679C8">
        <w:rPr>
          <w:rFonts w:cs="Arial"/>
          <w:sz w:val="18"/>
          <w:szCs w:val="18"/>
        </w:rPr>
        <w:t>Odebrane i nadające się do załączenia pod napięcie i do eksploatacji: ……………</w:t>
      </w:r>
    </w:p>
    <w:p w14:paraId="393DF660" w14:textId="77777777" w:rsidR="007D4562" w:rsidRDefault="001A10EA" w:rsidP="004B095D">
      <w:pPr>
        <w:pStyle w:val="Akapitzlist"/>
        <w:numPr>
          <w:ilvl w:val="0"/>
          <w:numId w:val="55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  <w:szCs w:val="18"/>
        </w:rPr>
      </w:pPr>
      <w:r w:rsidRPr="00B679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76F25E" wp14:editId="5B4D6535">
                <wp:simplePos x="0" y="0"/>
                <wp:positionH relativeFrom="column">
                  <wp:posOffset>3818890</wp:posOffset>
                </wp:positionH>
                <wp:positionV relativeFrom="paragraph">
                  <wp:posOffset>98977</wp:posOffset>
                </wp:positionV>
                <wp:extent cx="659958" cy="195943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958" cy="19594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4D323" w14:textId="77777777" w:rsidR="008B5225" w:rsidRPr="00B679C8" w:rsidRDefault="008B5225" w:rsidP="001A10EA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6"/>
                              </w:rPr>
                            </w:pPr>
                            <w:r w:rsidRPr="00B679C8">
                              <w:rPr>
                                <w:rFonts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6F25E" id="_x0000_s1036" type="#_x0000_t202" style="position:absolute;left:0;text-align:left;margin-left:300.7pt;margin-top:7.8pt;width:51.95pt;height:1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cW8lgIAADQFAAAOAAAAZHJzL2Uyb0RvYy54bWysVNuO2yAQfa/Uf0C8Z22ndja21lntJk1V&#10;aXuRdvsBBOMYFQMFEnu76r93gCRN2peqqh8wl+HMnJkz3NyOvUB7ZixXssbZVYoRk1Q1XG5r/OVp&#10;PZljZB2RDRFKsho/M4tvF69f3Qy6YlPVKdEwgwBE2mrQNe6c01WSWNqxntgrpZmEw1aZnjhYmm3S&#10;GDIAei+SaZrOkkGZRhtFmbWwu4qHeBHw25ZR96ltLXNI1Bhic2E0Ydz4MVnckGpriO44PYRB/iGK&#10;nnAJTk9QK+II2hn+B1TPqVFWte6Kqj5RbcspCxyATZb+xuaxI5oFLpAcq09psv8Pln7cfzaIN1A7&#10;SI8kPdToiY0O3asRZZnPz6BtBWaPGgzdCPtgG7ha/aDoV4ukWnZEbtmdMWroGGkgvnAzObsacawH&#10;2QwfVAN+yM6pADS2pvfJg3QgQIdAnk+18bFQ2JwVZVmAmCgcZWVR5m98bAmpjpe1se4dUz3ykxob&#10;KH0AJ/sH66Lp0cT7skrwZs2FCAuz3SyFQXsCMlmHL94VuiNxN0gF3NloGlxfYAjpkaTymNFd3AEC&#10;EIA/81SCJl7KbJqn99Nysp7Nryf5Oi8m5XU6n6RZeV/O0rzMV+sfPoIsrzreNEw+cMmO+szyv6v/&#10;oVOisoJC0VDjspgWgdxF9AdaB66p/w75vTDruYN2Fbyv8fxkRCpf9LeyAdqkcoSLOE8uww8pgxwc&#10;/yErQSJeFVEfbtyMQY3zo/I2qnkGzRgFNQVhwFMDk06Z7xgN0LY1tt92xDCMxHsJuiuzPPd9HhZ5&#10;cT2FhTk/2ZyfEEkBqsYOozhduvg27LTh2w48RaVLdQdabXnQkRd1jAqY+AW0ZuB0eEZ875+vg9Wv&#10;x27xEwAA//8DAFBLAwQUAAYACAAAACEAyX3ZHN8AAAAJAQAADwAAAGRycy9kb3ducmV2LnhtbEyP&#10;wU7DMBBE70j8g7VIXBC1W5oQhTgVquCARJEIcHfiJUmJ11HstuHvWU5wXM3TzNtiM7tBHHEKvScN&#10;y4UCgdR421Or4f3t8ToDEaIhawZPqOEbA2zK87PC5Naf6BWPVWwFl1DIjYYuxjGXMjQdOhMWfkTi&#10;7NNPzkQ+p1bayZy43A1ypVQqnemJFzoz4rbD5qs6ON59mLPxo37e7p+qq3q/eqF+l5HWlxfz/R2I&#10;iHP8g+FXn9WhZKfaH8gGMWhI1XLNKAdJCoKBW5XcgKg1rNMEZFnI/x+UPwAAAP//AwBQSwECLQAU&#10;AAYACAAAACEAtoM4kv4AAADhAQAAEwAAAAAAAAAAAAAAAAAAAAAAW0NvbnRlbnRfVHlwZXNdLnht&#10;bFBLAQItABQABgAIAAAAIQA4/SH/1gAAAJQBAAALAAAAAAAAAAAAAAAAAC8BAABfcmVscy8ucmVs&#10;c1BLAQItABQABgAIAAAAIQA7WcW8lgIAADQFAAAOAAAAAAAAAAAAAAAAAC4CAABkcnMvZTJvRG9j&#10;LnhtbFBLAQItABQABgAIAAAAIQDJfdkc3wAAAAkBAAAPAAAAAAAAAAAAAAAAAPAEAABkcnMvZG93&#10;bnJldi54bWxQSwUGAAAAAAQABADzAAAA/AUAAAAA&#10;" stroked="f">
                <v:fill opacity="0"/>
                <v:textbox>
                  <w:txbxContent>
                    <w:p w14:paraId="4784D323" w14:textId="77777777" w:rsidR="008B5225" w:rsidRPr="00B679C8" w:rsidRDefault="008B5225" w:rsidP="001A10EA">
                      <w:pPr>
                        <w:jc w:val="center"/>
                        <w:rPr>
                          <w:rFonts w:cs="Arial"/>
                          <w:sz w:val="12"/>
                          <w:szCs w:val="16"/>
                        </w:rPr>
                      </w:pPr>
                      <w:r w:rsidRPr="00B679C8">
                        <w:rPr>
                          <w:rFonts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B679C8">
        <w:rPr>
          <w:rFonts w:cs="Arial"/>
          <w:sz w:val="18"/>
          <w:szCs w:val="18"/>
        </w:rPr>
        <w:t>Sprawdzone i nadające się do załączenia pod napięcie: ……………</w:t>
      </w:r>
    </w:p>
    <w:p w14:paraId="0147911A" w14:textId="77777777" w:rsidR="00B679C8" w:rsidRDefault="001A10EA" w:rsidP="004B095D">
      <w:pPr>
        <w:pStyle w:val="Akapitzlist"/>
        <w:numPr>
          <w:ilvl w:val="0"/>
          <w:numId w:val="55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  <w:szCs w:val="18"/>
        </w:rPr>
      </w:pPr>
      <w:r w:rsidRPr="00B679C8">
        <w:rPr>
          <w:rFonts w:cs="Arial"/>
          <w:sz w:val="18"/>
          <w:szCs w:val="18"/>
        </w:rPr>
        <w:t>Uwagi .............................................................................................</w:t>
      </w:r>
      <w:r w:rsidR="00B679C8" w:rsidRPr="00B679C8">
        <w:rPr>
          <w:rFonts w:cs="Arial"/>
          <w:sz w:val="18"/>
          <w:szCs w:val="18"/>
        </w:rPr>
        <w:t>...............................</w:t>
      </w:r>
    </w:p>
    <w:p w14:paraId="2C7FCEF0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34B23215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0C39F6AB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1471240E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10C99648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5E42A4DD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6020AC1B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5F17ECE8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7562D715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574065D2" w14:textId="33E86476" w:rsidR="001A10EA" w:rsidRPr="00B679C8" w:rsidRDefault="007D4562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cs="Arial"/>
          <w:sz w:val="18"/>
          <w:szCs w:val="18"/>
        </w:rPr>
      </w:pPr>
      <w:r w:rsidRPr="00B679C8">
        <w:rPr>
          <w:rFonts w:eastAsiaTheme="majorEastAsia" w:cstheme="minorHAnsi"/>
          <w:b/>
          <w:color w:val="000000" w:themeColor="text1"/>
          <w:sz w:val="18"/>
          <w:szCs w:val="20"/>
        </w:rPr>
        <w:t>USUNIĘCIE WAD</w:t>
      </w:r>
    </w:p>
    <w:p w14:paraId="612D1033" w14:textId="2E3AFA42" w:rsidR="00B679C8" w:rsidRDefault="00B679C8" w:rsidP="004B095D">
      <w:pPr>
        <w:pStyle w:val="Akapitzlist"/>
        <w:keepNext/>
        <w:keepLines/>
        <w:numPr>
          <w:ilvl w:val="0"/>
          <w:numId w:val="56"/>
        </w:numPr>
        <w:spacing w:before="120" w:after="120" w:line="360" w:lineRule="auto"/>
        <w:ind w:left="1276" w:hanging="567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 w:rsidRPr="00D21AF3">
        <w:rPr>
          <w:rFonts w:eastAsiaTheme="majorEastAsia" w:cstheme="minorHAnsi"/>
          <w:color w:val="000000" w:themeColor="text1"/>
          <w:sz w:val="18"/>
          <w:szCs w:val="20"/>
        </w:rPr>
        <w:t>Termin usunięcia wad ustala się do dnia ………………</w:t>
      </w:r>
    </w:p>
    <w:p w14:paraId="279F7465" w14:textId="6AB00268" w:rsidR="00B679C8" w:rsidRDefault="00B679C8" w:rsidP="004B095D">
      <w:pPr>
        <w:pStyle w:val="Akapitzlist"/>
        <w:keepNext/>
        <w:keepLines/>
        <w:numPr>
          <w:ilvl w:val="0"/>
          <w:numId w:val="56"/>
        </w:numPr>
        <w:spacing w:before="120" w:after="120" w:line="360" w:lineRule="auto"/>
        <w:ind w:left="1276" w:hanging="567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 w:rsidRPr="00D21AF3">
        <w:rPr>
          <w:rFonts w:eastAsiaTheme="majorEastAsia" w:cstheme="minorHAnsi"/>
          <w:color w:val="000000" w:themeColor="text1"/>
          <w:sz w:val="18"/>
          <w:szCs w:val="20"/>
        </w:rPr>
        <w:t>Ponowne/y ……….......…….. nastąpi po otrzymaniu pisemnego zgłoszenia od Wykonawcy prac</w:t>
      </w:r>
      <w:r w:rsidRPr="00D21AF3">
        <w:rPr>
          <w:rFonts w:eastAsiaTheme="majorEastAsia" w:cstheme="minorHAnsi"/>
          <w:color w:val="000000" w:themeColor="text1"/>
          <w:sz w:val="18"/>
          <w:szCs w:val="20"/>
        </w:rPr>
        <w:br/>
        <w:t>o usunięciu wad.</w:t>
      </w:r>
    </w:p>
    <w:p w14:paraId="07C9E110" w14:textId="1AED9490" w:rsidR="00B5092F" w:rsidRDefault="00B5092F" w:rsidP="00B5092F"/>
    <w:p w14:paraId="1F1ED0C7" w14:textId="3EAE2515" w:rsidR="007D4562" w:rsidRPr="007D4562" w:rsidRDefault="007D4562" w:rsidP="004B095D">
      <w:pPr>
        <w:tabs>
          <w:tab w:val="left" w:pos="1678"/>
        </w:tabs>
        <w:spacing w:line="360" w:lineRule="auto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2AE1F84C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105ED268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2FD5A67A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399BDC7B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08BAE438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070849AB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42BCB7C5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0848BDC8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06BFCB07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50CA45B6" w14:textId="21B56DDE" w:rsid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 w:rsidRPr="00B679C8">
        <w:rPr>
          <w:rFonts w:eastAsiaTheme="majorEastAsia" w:cstheme="minorHAnsi"/>
          <w:b/>
          <w:color w:val="000000" w:themeColor="text1"/>
          <w:sz w:val="18"/>
          <w:szCs w:val="20"/>
        </w:rPr>
        <w:t>OCENA WYKONAWCY</w:t>
      </w:r>
    </w:p>
    <w:p w14:paraId="7A5F38CA" w14:textId="049BEE72" w:rsidR="007D4562" w:rsidRPr="00B679C8" w:rsidRDefault="007D4562" w:rsidP="004B095D">
      <w:pPr>
        <w:pStyle w:val="Akapitzlist"/>
        <w:keepNext/>
        <w:keepLines/>
        <w:numPr>
          <w:ilvl w:val="0"/>
          <w:numId w:val="58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 w:rsidRPr="00224D09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7A0A44" wp14:editId="53DDCFCC">
                <wp:simplePos x="0" y="0"/>
                <wp:positionH relativeFrom="column">
                  <wp:posOffset>3270830</wp:posOffset>
                </wp:positionH>
                <wp:positionV relativeFrom="paragraph">
                  <wp:posOffset>65543</wp:posOffset>
                </wp:positionV>
                <wp:extent cx="636104" cy="182880"/>
                <wp:effectExtent l="0" t="0" r="0" b="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104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62199" w14:textId="77777777" w:rsidR="008B5225" w:rsidRPr="00B679C8" w:rsidRDefault="008B5225" w:rsidP="007D4562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6"/>
                              </w:rPr>
                            </w:pPr>
                            <w:r w:rsidRPr="00B679C8">
                              <w:rPr>
                                <w:rFonts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A0A44" id="Text Box 9" o:spid="_x0000_s1037" type="#_x0000_t202" style="position:absolute;left:0;text-align:left;margin-left:257.55pt;margin-top:5.15pt;width:50.1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zRjlgIAADMFAAAOAAAAZHJzL2Uyb0RvYy54bWysVNuO2yAQfa/Uf0C8Z31ZJ2tb66z20lSV&#10;thdptx9AMI5RMVAgsber/nsHSNLs9qWq6gfMMMNhzsyBy6tpEGjHjOVKNjg7SzFikqqWy02Dvz6u&#10;ZiVG1hHZEqEka/ATs/hq+fbN5ahrlqteiZYZBCDS1qNucO+crpPE0p4NxJ4pzSQ4O2UG4sA0m6Q1&#10;ZAT0QSR5mi6SUZlWG0WZtbB6F514GfC7jlH3uessc0g0GHJzYTRhXPsxWV6SemOI7jndp0H+IYuB&#10;cAmHHqHuiCNoa/gfUAOnRlnVuTOqhkR1HacscAA2WfqKzUNPNAtcoDhWH8tk/x8s/bT7YhBvG3wO&#10;5ZFkgB49ssmhGzWhypdn1LaGqAcNcW6CZWhzoGr1vaLfLJLqtidyw66NUWPPSAvpZX5ncrI14lgP&#10;sh4/qhaOIVunAtDUmcHXDqqBAB3yeDq2xqdCYXFxvsjSAiMKrqzMyzK0LiH1YbM21r1nakB+0mAD&#10;nQ/gZHdvnU+G1IcQf5ZVgrcrLkQwzGZ9KwzaEVDJKnxxr9A9iauH42wMDXgvMIT0SFJ5zHhcXAEC&#10;kID3eSpBEs9VlhfpTV7NVovyYlasivmsukjLWZpVN9UiLaribvXTZ5AVdc/blsl7LtlBnlnxd+3f&#10;X5QorCBQNDa4mufzQO5F9ntae66p/0IHXxVq4A5uq+BDg8tjEKl909/JFmiT2hEu4jx5mX4oGdTg&#10;8A9VCRLxqoj6cNN6CmI8Km+t2ifQjFHQUxAGvDQw6ZX5gdEIt7bB9vuWGIaR+CBBd1VWFP6aB6OY&#10;X+RgmFPP+tRDJAWoBjuM4vTWxadhqw3f9HBSVLpU16DVjgcdeVHHrICJN+BmBk77V8Rf/VM7RP1+&#10;65a/AAAA//8DAFBLAwQUAAYACAAAACEA+YUsWd4AAAAJAQAADwAAAGRycy9kb3ducmV2LnhtbEyP&#10;TUvDQBCG74L/YRnBi9jNtqSkMZsiRQ+CCkZ732THJDU7G7LbNv57x5PeZngf3o9iO7tBnHAKvScN&#10;apGAQGq87anV8PH+eJuBCNGQNYMn1PCNAbbl5UVhcuvP9IanKraCTSjkRkMX45hLGZoOnQkLPyKx&#10;9uknZyK/UyvtZM5s7ga5TJK1dKYnTujMiLsOm6/q6Dj3Yc7Gff28OzxVN/Vh+Ur9S0ZaX1/N93cg&#10;Is7xD4bf+lwdSu5U+yPZIAYNqUoVoywkKxAMrFXKR61htVEgy0L+X1D+AAAA//8DAFBLAQItABQA&#10;BgAIAAAAIQC2gziS/gAAAOEBAAATAAAAAAAAAAAAAAAAAAAAAABbQ29udGVudF9UeXBlc10ueG1s&#10;UEsBAi0AFAAGAAgAAAAhADj9If/WAAAAlAEAAAsAAAAAAAAAAAAAAAAALwEAAF9yZWxzLy5yZWxz&#10;UEsBAi0AFAAGAAgAAAAhAMVvNGOWAgAAMwUAAA4AAAAAAAAAAAAAAAAALgIAAGRycy9lMm9Eb2Mu&#10;eG1sUEsBAi0AFAAGAAgAAAAhAPmFLFneAAAACQEAAA8AAAAAAAAAAAAAAAAA8AQAAGRycy9kb3du&#10;cmV2LnhtbFBLBQYAAAAABAAEAPMAAAD7BQAAAAA=&#10;" stroked="f">
                <v:fill opacity="0"/>
                <v:textbox>
                  <w:txbxContent>
                    <w:p w14:paraId="0A962199" w14:textId="77777777" w:rsidR="008B5225" w:rsidRPr="00B679C8" w:rsidRDefault="008B5225" w:rsidP="007D4562">
                      <w:pPr>
                        <w:jc w:val="center"/>
                        <w:rPr>
                          <w:rFonts w:cs="Arial"/>
                          <w:sz w:val="12"/>
                          <w:szCs w:val="16"/>
                        </w:rPr>
                      </w:pPr>
                      <w:r w:rsidRPr="00B679C8">
                        <w:rPr>
                          <w:rFonts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ajorEastAsia" w:cstheme="minorHAnsi"/>
          <w:color w:val="000000" w:themeColor="text1"/>
          <w:sz w:val="18"/>
          <w:szCs w:val="20"/>
        </w:rPr>
        <w:t>Zadanie wykonane w terminie umownym: ….………</w:t>
      </w:r>
    </w:p>
    <w:p w14:paraId="6D1743D5" w14:textId="2B05F989" w:rsidR="007D4562" w:rsidRDefault="007D4562" w:rsidP="004B095D">
      <w:pPr>
        <w:pStyle w:val="Akapitzlist"/>
        <w:keepNext/>
        <w:keepLines/>
        <w:numPr>
          <w:ilvl w:val="0"/>
          <w:numId w:val="58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Zadanie wykonano po terminie ………. dni.</w:t>
      </w:r>
    </w:p>
    <w:p w14:paraId="36FB277D" w14:textId="4D436CEC" w:rsidR="007D4562" w:rsidRPr="00B679C8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 xml:space="preserve">OKRES GWARANCJI NA WYKONANE ROBOTY USTALA SIĘ DO DNIA: </w:t>
      </w:r>
      <w:r w:rsidRPr="00B679C8">
        <w:rPr>
          <w:rFonts w:eastAsiaTheme="majorEastAsia" w:cstheme="minorHAnsi"/>
          <w:color w:val="000000" w:themeColor="text1"/>
          <w:sz w:val="18"/>
          <w:szCs w:val="20"/>
        </w:rPr>
        <w:t>……………………………</w:t>
      </w:r>
    </w:p>
    <w:p w14:paraId="2EB67DFD" w14:textId="57C41159" w:rsidR="007D4562" w:rsidRDefault="007D4562" w:rsidP="004B095D">
      <w:pPr>
        <w:pStyle w:val="Akapitzlist"/>
        <w:keepNext/>
        <w:keepLines/>
        <w:spacing w:before="120" w:after="120" w:line="360" w:lineRule="auto"/>
        <w:ind w:left="709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Protokół sporządzono w ………… jednobrzmiących egzemplarzach, po jednym egzemplarzu dla każdej ze stron.</w:t>
      </w:r>
    </w:p>
    <w:p w14:paraId="17DA5D79" w14:textId="4B27A1C7" w:rsidR="00AC74B3" w:rsidRDefault="00AC74B3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PODPISY CZŁONKÓW KOMISJI</w:t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</w:p>
    <w:p w14:paraId="0DFA2CEE" w14:textId="7A15A15B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</w:p>
    <w:p w14:paraId="58AB0C09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03EFE98D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3C0896F4" w14:textId="138B3FD0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601BBD9E" w14:textId="12B3644C" w:rsidR="00AC74B3" w:rsidRPr="00B679C8" w:rsidRDefault="00AC74B3" w:rsidP="004B095D">
      <w:pPr>
        <w:keepNext/>
        <w:keepLines/>
        <w:spacing w:before="120" w:after="120" w:line="360" w:lineRule="auto"/>
        <w:ind w:left="361" w:firstLine="708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Przy udziale:</w:t>
      </w:r>
    </w:p>
    <w:p w14:paraId="63064A68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016FE76F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5FC114E8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2DF5B974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0CDB6029" w14:textId="71C521ED" w:rsidR="00AC74B3" w:rsidRPr="00B679C8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p w14:paraId="459D1D28" w14:textId="293BF9EA" w:rsidR="00AC74B3" w:rsidRDefault="00AC74B3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ZATWIERDZAM</w:t>
      </w:r>
    </w:p>
    <w:p w14:paraId="7CEF5607" w14:textId="42044ED5" w:rsidR="00AC74B3" w:rsidRPr="00B679C8" w:rsidRDefault="00AC74B3" w:rsidP="004B095D">
      <w:pPr>
        <w:pStyle w:val="Akapitzlist"/>
        <w:keepNext/>
        <w:keepLines/>
        <w:spacing w:before="120" w:after="120" w:line="360" w:lineRule="auto"/>
        <w:ind w:left="709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dnia …………………………….………</w:t>
      </w:r>
      <w:r>
        <w:rPr>
          <w:rFonts w:eastAsiaTheme="majorEastAsia" w:cstheme="minorHAnsi"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color w:val="000000" w:themeColor="text1"/>
          <w:sz w:val="18"/>
          <w:szCs w:val="20"/>
        </w:rPr>
        <w:tab/>
        <w:t>……………………………………………………………………….</w:t>
      </w:r>
    </w:p>
    <w:p w14:paraId="0694E686" w14:textId="0D014AF1" w:rsidR="00AC74B3" w:rsidRDefault="00AC74B3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INWENTARYZACJA GEODEZYJNA POWYKONWACZA</w:t>
      </w:r>
    </w:p>
    <w:p w14:paraId="05A4B55A" w14:textId="4CFA61C1" w:rsidR="00AC74B3" w:rsidRPr="00B679C8" w:rsidRDefault="00AC74B3" w:rsidP="00704196">
      <w:pPr>
        <w:pStyle w:val="Akapitzlist"/>
        <w:keepNext/>
        <w:keepLines/>
        <w:numPr>
          <w:ilvl w:val="0"/>
          <w:numId w:val="60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 xml:space="preserve">Dostarczono inwentaryzację geodezyjną </w:t>
      </w:r>
      <w:proofErr w:type="spellStart"/>
      <w:r>
        <w:rPr>
          <w:rFonts w:eastAsiaTheme="majorEastAsia" w:cstheme="minorHAnsi"/>
          <w:color w:val="000000" w:themeColor="text1"/>
          <w:sz w:val="18"/>
          <w:szCs w:val="20"/>
        </w:rPr>
        <w:t>powykonwaczą</w:t>
      </w:r>
      <w:proofErr w:type="spellEnd"/>
      <w:r>
        <w:rPr>
          <w:rFonts w:eastAsiaTheme="majorEastAsia" w:cstheme="minorHAnsi"/>
          <w:color w:val="000000" w:themeColor="text1"/>
          <w:sz w:val="18"/>
          <w:szCs w:val="20"/>
        </w:rPr>
        <w:t xml:space="preserve"> w dniu ……………………………..*</w:t>
      </w:r>
    </w:p>
    <w:p w14:paraId="3C84FCF5" w14:textId="6A23AF44" w:rsidR="00AC74B3" w:rsidRPr="00B679C8" w:rsidRDefault="00AC74B3" w:rsidP="00704196">
      <w:pPr>
        <w:pStyle w:val="Akapitzlist"/>
        <w:keepNext/>
        <w:keepLines/>
        <w:numPr>
          <w:ilvl w:val="0"/>
          <w:numId w:val="60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Inwentaryzację dostarczono w terminie umownym: ……………….</w:t>
      </w:r>
    </w:p>
    <w:p w14:paraId="7607B597" w14:textId="3B32E995" w:rsidR="00AC74B3" w:rsidRPr="00B679C8" w:rsidRDefault="00AC74B3" w:rsidP="00704196">
      <w:pPr>
        <w:pStyle w:val="Akapitzlist"/>
        <w:keepNext/>
        <w:keepLines/>
        <w:numPr>
          <w:ilvl w:val="0"/>
          <w:numId w:val="60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Inwentaryzację dostarczono po terminie  …………….. dni</w:t>
      </w:r>
    </w:p>
    <w:p w14:paraId="1731D745" w14:textId="34BA4A45" w:rsidR="007D4562" w:rsidRPr="00B679C8" w:rsidRDefault="007D4562" w:rsidP="004B095D">
      <w:pPr>
        <w:keepNext/>
        <w:keepLines/>
        <w:spacing w:before="360" w:after="360" w:line="360" w:lineRule="auto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p w14:paraId="5B74BB2C" w14:textId="249E293A" w:rsidR="00553191" w:rsidRPr="00B679C8" w:rsidRDefault="00AC74B3" w:rsidP="004B095D">
      <w:pPr>
        <w:keepNext/>
        <w:keepLines/>
        <w:spacing w:before="360" w:after="360" w:line="360" w:lineRule="auto"/>
        <w:jc w:val="right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 w:rsidRPr="008C3B1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9710CB" wp14:editId="719ADAEC">
                <wp:simplePos x="0" y="0"/>
                <wp:positionH relativeFrom="column">
                  <wp:posOffset>4364742</wp:posOffset>
                </wp:positionH>
                <wp:positionV relativeFrom="paragraph">
                  <wp:posOffset>110490</wp:posOffset>
                </wp:positionV>
                <wp:extent cx="1960474" cy="182880"/>
                <wp:effectExtent l="0" t="0" r="0" b="0"/>
                <wp:wrapNone/>
                <wp:docPr id="3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474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2A63" w14:textId="77777777" w:rsidR="008B5225" w:rsidRPr="00B679C8" w:rsidRDefault="008B5225" w:rsidP="00AC74B3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B679C8">
                              <w:rPr>
                                <w:rFonts w:cs="Arial"/>
                                <w:sz w:val="12"/>
                                <w:szCs w:val="12"/>
                              </w:rPr>
                              <w:t>czytelny podpis członka Komisji odbioru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710CB" id="_x0000_s1038" type="#_x0000_t202" style="position:absolute;left:0;text-align:left;margin-left:343.7pt;margin-top:8.7pt;width:154.3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sNylQIAADUFAAAOAAAAZHJzL2Uyb0RvYy54bWysVNuO2yAQfa/Uf0C8Z32ps7GtdVZ7aapK&#10;24u02w8gBseoGCiQ2NtV/70DJNns9qWq6gfMMHBmzsyBi8tpEGjHjOVKNjg7SzFislWUy02Dvz2s&#10;ZiVG1hFJiVCSNfiRWXy5fPvmYtQ1y1WvBGUGAYi09agb3Dun6ySxbc8GYs+UZhKcnTIDcWCaTUIN&#10;GQF9EEmepufJqAzVRrXMWli9jU68DPhdx1r3pessc0g0GHJzYTRhXPsxWV6QemOI7nm7T4P8QxYD&#10;4RKCHqFuiSNoa/gfUANvjbKqc2etGhLVdbxlgQOwydJXbO57olngAsWx+lgm+/9g28+7rwZx2uB3&#10;BUaSDNCjBzY5dK0mVPnyjNrWsOtewz43wTK0OVC1+k613y2S6qYncsOujFFjzwiF9DJ/Mjk5GnGs&#10;B1mPnxSFMGTrVACaOjP42kE1EKBDmx6PrfGptD5kdZ4WC0ixBV9W5mUZepeQ+nBaG+s+MDUgP2mw&#10;gdYHdLK7s85nQ+rDFh/MKsHpigsRDLNZ3wiDdgRksgpfPCt0T+LqIZyNWwPeCwwhPZJUHjOGiyvA&#10;ABLwPs8laOKpyvIivc6r2eq8XMyKVTGfVYu0nKVZde2JVsXt6pfPICvqnlPK5B2X7KDPrPi7/u9v&#10;SlRWUCgaG1zN83kg9yL7Pa0919R/oYWvCjVwB9dV8KHB5XETqX3X30sKtEntCBdxnrxMP5QManD4&#10;h6oEjXhZRIG4aT0FNWYhvBfQWtFHUI1R0FSQBrw1MOmV+YnRCPe2wfbHlhiGkfgoQXlVVhT+ogej&#10;mC9yMMypZ33qIbIFqAY7jOL0xsXHYasN3/QQKWpdqitQa8eDkJ6zAiregLsZSO3fEX/5T+2w6/m1&#10;W/4GAAD//wMAUEsDBBQABgAIAAAAIQC0Jffp3gAAAAkBAAAPAAAAZHJzL2Rvd25yZXYueG1sTI9N&#10;S8NAEIbvgv9hGcGL2E1DSdOYTZFiDwUtNOp9kx2T1OxsyG7b+O+dnvQ0DO/D+5GvJ9uLM46+c6Rg&#10;PotAINXOdNQo+HjfPqYgfNBkdO8IFfygh3Vxe5PrzLgLHfBchkawCflMK2hDGDIpfd2i1X7mBiTW&#10;vtxodeB3bKQZ9YXNbS/jKEqk1R1xQqsH3LRYf5cny7kvUzp8Vq+b4658qI7xnrq3lJS6v5uen0AE&#10;nMIfDNf6XB0K7lS5ExkvegVJulwwysL1MrBaJXMQlYJFEoMscvl/QfELAAD//wMAUEsBAi0AFAAG&#10;AAgAAAAhALaDOJL+AAAA4QEAABMAAAAAAAAAAAAAAAAAAAAAAFtDb250ZW50X1R5cGVzXS54bWxQ&#10;SwECLQAUAAYACAAAACEAOP0h/9YAAACUAQAACwAAAAAAAAAAAAAAAAAvAQAAX3JlbHMvLnJlbHNQ&#10;SwECLQAUAAYACAAAACEA5v7DcpUCAAA1BQAADgAAAAAAAAAAAAAAAAAuAgAAZHJzL2Uyb0RvYy54&#10;bWxQSwECLQAUAAYACAAAACEAtCX36d4AAAAJAQAADwAAAAAAAAAAAAAAAADvBAAAZHJzL2Rvd25y&#10;ZXYueG1sUEsFBgAAAAAEAAQA8wAAAPoFAAAAAA==&#10;" stroked="f">
                <v:fill opacity="0"/>
                <v:textbox>
                  <w:txbxContent>
                    <w:p w14:paraId="0F232A63" w14:textId="77777777" w:rsidR="008B5225" w:rsidRPr="00B679C8" w:rsidRDefault="008B5225" w:rsidP="00AC74B3">
                      <w:pPr>
                        <w:jc w:val="center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B679C8">
                        <w:rPr>
                          <w:rFonts w:cs="Arial"/>
                          <w:sz w:val="12"/>
                          <w:szCs w:val="12"/>
                        </w:rPr>
                        <w:t>czytelny podpis członka Komisji odbioru</w:t>
                      </w:r>
                    </w:p>
                  </w:txbxContent>
                </v:textbox>
              </v:shape>
            </w:pict>
          </mc:Fallback>
        </mc:AlternateContent>
      </w:r>
      <w:r w:rsidRPr="00B679C8">
        <w:rPr>
          <w:rFonts w:eastAsiaTheme="majorEastAsia" w:cstheme="minorHAnsi"/>
          <w:color w:val="000000" w:themeColor="text1"/>
          <w:sz w:val="18"/>
          <w:szCs w:val="20"/>
        </w:rPr>
        <w:t>……</w:t>
      </w:r>
      <w:r>
        <w:rPr>
          <w:rFonts w:eastAsiaTheme="majorEastAsia" w:cstheme="minorHAnsi"/>
          <w:color w:val="000000" w:themeColor="text1"/>
          <w:sz w:val="18"/>
          <w:szCs w:val="20"/>
        </w:rPr>
        <w:t>…………..</w:t>
      </w:r>
      <w:r w:rsidRPr="00B679C8">
        <w:rPr>
          <w:rFonts w:eastAsiaTheme="majorEastAsia" w:cstheme="minorHAnsi"/>
          <w:color w:val="000000" w:themeColor="text1"/>
          <w:sz w:val="18"/>
          <w:szCs w:val="20"/>
        </w:rPr>
        <w:t>………………………………………</w:t>
      </w:r>
    </w:p>
    <w:p w14:paraId="5678580E" w14:textId="798B5572" w:rsidR="00553191" w:rsidRPr="00B679C8" w:rsidRDefault="00AC74B3" w:rsidP="004B095D">
      <w:pPr>
        <w:keepNext/>
        <w:keepLines/>
        <w:spacing w:before="360" w:after="360" w:line="360" w:lineRule="auto"/>
        <w:ind w:left="783"/>
        <w:jc w:val="both"/>
        <w:outlineLvl w:val="0"/>
        <w:rPr>
          <w:rFonts w:eastAsiaTheme="majorEastAsia" w:cstheme="minorHAnsi"/>
          <w:color w:val="000000" w:themeColor="text1"/>
          <w:sz w:val="14"/>
          <w:szCs w:val="20"/>
        </w:rPr>
      </w:pPr>
      <w:r w:rsidRPr="00B679C8">
        <w:rPr>
          <w:rFonts w:eastAsiaTheme="majorEastAsia" w:cstheme="minorHAnsi"/>
          <w:color w:val="000000" w:themeColor="text1"/>
          <w:sz w:val="14"/>
          <w:szCs w:val="20"/>
        </w:rPr>
        <w:t>* niepotrzebne skreślić (skreślenie parafuje Przewodniczący Komisji)</w:t>
      </w:r>
    </w:p>
    <w:p w14:paraId="653E7A66" w14:textId="7ADA1CB4" w:rsidR="00B5092F" w:rsidRDefault="00B5092F" w:rsidP="00B679C8">
      <w:pPr>
        <w:keepNext/>
        <w:keepLines/>
        <w:spacing w:before="360" w:after="360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p w14:paraId="04520676" w14:textId="33F42120" w:rsidR="00B5092F" w:rsidRDefault="00B5092F" w:rsidP="00B679C8">
      <w:pPr>
        <w:keepNext/>
        <w:keepLines/>
        <w:spacing w:before="360" w:after="360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bookmarkEnd w:id="6"/>
    <w:bookmarkEnd w:id="7"/>
    <w:bookmarkEnd w:id="0"/>
    <w:bookmarkEnd w:id="1"/>
    <w:bookmarkEnd w:id="2"/>
    <w:bookmarkEnd w:id="3"/>
    <w:bookmarkEnd w:id="4"/>
    <w:bookmarkEnd w:id="5"/>
    <w:sectPr w:rsidR="00B5092F" w:rsidSect="00C847B0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276" w:right="849" w:bottom="1276" w:left="851" w:header="142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94F0" w14:textId="77777777" w:rsidR="008B5225" w:rsidRDefault="008B5225" w:rsidP="00582CE9">
      <w:pPr>
        <w:spacing w:after="0"/>
      </w:pPr>
      <w:r>
        <w:separator/>
      </w:r>
    </w:p>
  </w:endnote>
  <w:endnote w:type="continuationSeparator" w:id="0">
    <w:p w14:paraId="47853236" w14:textId="77777777" w:rsidR="008B5225" w:rsidRDefault="008B5225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DBF599C" w:rsidR="008B5225" w:rsidRDefault="008B52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D20">
          <w:rPr>
            <w:noProof/>
          </w:rPr>
          <w:t>30</w:t>
        </w:r>
        <w:r>
          <w:fldChar w:fldCharType="end"/>
        </w:r>
      </w:p>
    </w:sdtContent>
  </w:sdt>
  <w:p w14:paraId="4A5385B6" w14:textId="23D0FB39" w:rsidR="008B5225" w:rsidRDefault="00C847B0" w:rsidP="00C847B0">
    <w:pPr>
      <w:pStyle w:val="Stopka"/>
      <w:jc w:val="center"/>
    </w:pPr>
    <w:r>
      <w:rPr>
        <w:noProof/>
      </w:rPr>
      <w:drawing>
        <wp:inline distT="0" distB="0" distL="0" distR="0" wp14:anchorId="23427846" wp14:editId="66D3FAF9">
          <wp:extent cx="1800000" cy="482201"/>
          <wp:effectExtent l="0" t="0" r="0" b="0"/>
          <wp:docPr id="1197941318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941318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2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D7EA" w14:textId="26F3533E" w:rsidR="008B5225" w:rsidRDefault="00C847B0" w:rsidP="00C847B0">
    <w:pPr>
      <w:pStyle w:val="Stopka"/>
      <w:jc w:val="center"/>
    </w:pPr>
    <w:r>
      <w:rPr>
        <w:noProof/>
      </w:rPr>
      <w:drawing>
        <wp:inline distT="0" distB="0" distL="0" distR="0" wp14:anchorId="5FCD43CB" wp14:editId="453FA03B">
          <wp:extent cx="1800000" cy="482201"/>
          <wp:effectExtent l="0" t="0" r="0" b="0"/>
          <wp:docPr id="1900458169" name="Obraz 2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0458169" name="Obraz 2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2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1C11EF" w14:textId="77777777" w:rsidR="008B5225" w:rsidRDefault="008B52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DB6E" w14:textId="77777777" w:rsidR="008B5225" w:rsidRDefault="008B5225" w:rsidP="00582CE9">
      <w:pPr>
        <w:spacing w:after="0"/>
      </w:pPr>
      <w:r>
        <w:separator/>
      </w:r>
    </w:p>
  </w:footnote>
  <w:footnote w:type="continuationSeparator" w:id="0">
    <w:p w14:paraId="4212FFF5" w14:textId="77777777" w:rsidR="008B5225" w:rsidRDefault="008B5225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8B5225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8B5225" w:rsidRPr="006E100D" w:rsidRDefault="008B5225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C0B0A9C" w:rsidR="008B5225" w:rsidRPr="006B2C28" w:rsidRDefault="00041885" w:rsidP="0073035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4188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POST/DYS/OLD/GZ/04151/2025</w:t>
          </w:r>
        </w:p>
      </w:tc>
      <w:tc>
        <w:tcPr>
          <w:tcW w:w="977" w:type="dxa"/>
          <w:vAlign w:val="center"/>
        </w:tcPr>
        <w:p w14:paraId="3FED520E" w14:textId="72C65808" w:rsidR="008B5225" w:rsidRPr="006B2C28" w:rsidRDefault="008B522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8B5225" w:rsidRPr="006B2C28" w:rsidRDefault="008B522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548FD505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20400886" name="Obraz 10204008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0CF95F" w:rsidR="008B5225" w:rsidRDefault="008B5225" w:rsidP="00B30292">
    <w:pPr>
      <w:pStyle w:val="Nagwek"/>
      <w:tabs>
        <w:tab w:val="clear" w:pos="4536"/>
        <w:tab w:val="clear" w:pos="9072"/>
        <w:tab w:val="left" w:pos="512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8B5225" w:rsidRPr="006B2C28" w14:paraId="6B3A64DE" w14:textId="77777777" w:rsidTr="00A5515F">
      <w:trPr>
        <w:trHeight w:val="1140"/>
      </w:trPr>
      <w:tc>
        <w:tcPr>
          <w:tcW w:w="6119" w:type="dxa"/>
          <w:vAlign w:val="center"/>
        </w:tcPr>
        <w:p w14:paraId="0F0B94DD" w14:textId="77777777" w:rsidR="008B5225" w:rsidRPr="006E100D" w:rsidRDefault="008B5225" w:rsidP="00D3784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A5A9769" w14:textId="0873E8D6" w:rsidR="008B5225" w:rsidRPr="006B2C28" w:rsidRDefault="00041885" w:rsidP="00D3784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4188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POST/DYS/OLD/GZ/04151/2025</w:t>
          </w:r>
        </w:p>
      </w:tc>
      <w:tc>
        <w:tcPr>
          <w:tcW w:w="977" w:type="dxa"/>
          <w:vAlign w:val="center"/>
        </w:tcPr>
        <w:p w14:paraId="106F68AB" w14:textId="77777777" w:rsidR="008B5225" w:rsidRPr="006B2C28" w:rsidRDefault="008B5225" w:rsidP="00D3784C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0F3394" w14:textId="77777777" w:rsidR="008B5225" w:rsidRPr="006B2C28" w:rsidRDefault="008B5225" w:rsidP="00D3784C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70528" behindDoc="0" locked="0" layoutInCell="1" allowOverlap="1" wp14:anchorId="3A3C8A04" wp14:editId="3F878E8D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34114366" name="Obraz 10341143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0866343" w14:textId="758BF0CB" w:rsidR="008B5225" w:rsidRDefault="008B5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BB0"/>
    <w:multiLevelType w:val="hybridMultilevel"/>
    <w:tmpl w:val="D71CE870"/>
    <w:lvl w:ilvl="0" w:tplc="0415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1A4DB4"/>
    <w:multiLevelType w:val="hybridMultilevel"/>
    <w:tmpl w:val="36CEFD7A"/>
    <w:lvl w:ilvl="0" w:tplc="DA3A90C2">
      <w:start w:val="1"/>
      <w:numFmt w:val="decimal"/>
      <w:lvlText w:val="9.%1."/>
      <w:lvlJc w:val="left"/>
      <w:pPr>
        <w:ind w:left="29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63" w:hanging="360"/>
      </w:pPr>
    </w:lvl>
    <w:lvl w:ilvl="2" w:tplc="0415001B" w:tentative="1">
      <w:start w:val="1"/>
      <w:numFmt w:val="lowerRoman"/>
      <w:lvlText w:val="%3."/>
      <w:lvlJc w:val="right"/>
      <w:pPr>
        <w:ind w:left="4383" w:hanging="180"/>
      </w:pPr>
    </w:lvl>
    <w:lvl w:ilvl="3" w:tplc="0415000F" w:tentative="1">
      <w:start w:val="1"/>
      <w:numFmt w:val="decimal"/>
      <w:lvlText w:val="%4."/>
      <w:lvlJc w:val="left"/>
      <w:pPr>
        <w:ind w:left="5103" w:hanging="360"/>
      </w:pPr>
    </w:lvl>
    <w:lvl w:ilvl="4" w:tplc="04150019" w:tentative="1">
      <w:start w:val="1"/>
      <w:numFmt w:val="lowerLetter"/>
      <w:lvlText w:val="%5."/>
      <w:lvlJc w:val="left"/>
      <w:pPr>
        <w:ind w:left="5823" w:hanging="360"/>
      </w:pPr>
    </w:lvl>
    <w:lvl w:ilvl="5" w:tplc="0415001B" w:tentative="1">
      <w:start w:val="1"/>
      <w:numFmt w:val="lowerRoman"/>
      <w:lvlText w:val="%6."/>
      <w:lvlJc w:val="right"/>
      <w:pPr>
        <w:ind w:left="6543" w:hanging="180"/>
      </w:pPr>
    </w:lvl>
    <w:lvl w:ilvl="6" w:tplc="0415000F" w:tentative="1">
      <w:start w:val="1"/>
      <w:numFmt w:val="decimal"/>
      <w:lvlText w:val="%7."/>
      <w:lvlJc w:val="left"/>
      <w:pPr>
        <w:ind w:left="7263" w:hanging="360"/>
      </w:pPr>
    </w:lvl>
    <w:lvl w:ilvl="7" w:tplc="04150019" w:tentative="1">
      <w:start w:val="1"/>
      <w:numFmt w:val="lowerLetter"/>
      <w:lvlText w:val="%8."/>
      <w:lvlJc w:val="left"/>
      <w:pPr>
        <w:ind w:left="7983" w:hanging="360"/>
      </w:pPr>
    </w:lvl>
    <w:lvl w:ilvl="8" w:tplc="0415001B" w:tentative="1">
      <w:start w:val="1"/>
      <w:numFmt w:val="lowerRoman"/>
      <w:lvlText w:val="%9."/>
      <w:lvlJc w:val="right"/>
      <w:pPr>
        <w:ind w:left="8703" w:hanging="180"/>
      </w:pPr>
    </w:lvl>
  </w:abstractNum>
  <w:abstractNum w:abstractNumId="2" w15:restartNumberingAfterBreak="0">
    <w:nsid w:val="08F54005"/>
    <w:multiLevelType w:val="hybridMultilevel"/>
    <w:tmpl w:val="EB72F778"/>
    <w:lvl w:ilvl="0" w:tplc="75FE2AE4">
      <w:start w:val="1"/>
      <w:numFmt w:val="ordinal"/>
      <w:lvlText w:val="15.1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5700B"/>
    <w:multiLevelType w:val="hybridMultilevel"/>
    <w:tmpl w:val="39AC076E"/>
    <w:lvl w:ilvl="0" w:tplc="B4A012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72C96"/>
    <w:multiLevelType w:val="hybridMultilevel"/>
    <w:tmpl w:val="828EFCA6"/>
    <w:lvl w:ilvl="0" w:tplc="1EDA0278">
      <w:start w:val="1"/>
      <w:numFmt w:val="ordinal"/>
      <w:lvlText w:val="15.3.2.%1"/>
      <w:lvlJc w:val="left"/>
      <w:pPr>
        <w:ind w:left="216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9730A"/>
    <w:multiLevelType w:val="hybridMultilevel"/>
    <w:tmpl w:val="998AC412"/>
    <w:lvl w:ilvl="0" w:tplc="92AA11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40EC9"/>
    <w:multiLevelType w:val="hybridMultilevel"/>
    <w:tmpl w:val="D138F9C2"/>
    <w:lvl w:ilvl="0" w:tplc="5F06EE76">
      <w:start w:val="1"/>
      <w:numFmt w:val="decimal"/>
      <w:lvlText w:val="5.1.%1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F5977F3"/>
    <w:multiLevelType w:val="hybridMultilevel"/>
    <w:tmpl w:val="F8A09720"/>
    <w:lvl w:ilvl="0" w:tplc="04150011">
      <w:start w:val="1"/>
      <w:numFmt w:val="decimal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8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E42C28"/>
    <w:multiLevelType w:val="hybridMultilevel"/>
    <w:tmpl w:val="6E481CBE"/>
    <w:lvl w:ilvl="0" w:tplc="A2D4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A099C"/>
    <w:multiLevelType w:val="hybridMultilevel"/>
    <w:tmpl w:val="999A1458"/>
    <w:lvl w:ilvl="0" w:tplc="D40ECA58">
      <w:start w:val="1"/>
      <w:numFmt w:val="lowerLetter"/>
      <w:lvlText w:val="%1)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3" w15:restartNumberingAfterBreak="0">
    <w:nsid w:val="13D471DB"/>
    <w:multiLevelType w:val="hybridMultilevel"/>
    <w:tmpl w:val="D138F9C2"/>
    <w:lvl w:ilvl="0" w:tplc="5F06EE76">
      <w:start w:val="1"/>
      <w:numFmt w:val="decimal"/>
      <w:lvlText w:val="5.1.%1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45F2BC6"/>
    <w:multiLevelType w:val="hybridMultilevel"/>
    <w:tmpl w:val="FE04695A"/>
    <w:lvl w:ilvl="0" w:tplc="04150011">
      <w:start w:val="1"/>
      <w:numFmt w:val="decimal"/>
      <w:lvlText w:val="%1)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5" w15:restartNumberingAfterBreak="0">
    <w:nsid w:val="16197ADA"/>
    <w:multiLevelType w:val="hybridMultilevel"/>
    <w:tmpl w:val="820ED112"/>
    <w:lvl w:ilvl="0" w:tplc="0415000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16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7B7AF3"/>
    <w:multiLevelType w:val="hybridMultilevel"/>
    <w:tmpl w:val="BAAC0C28"/>
    <w:lvl w:ilvl="0" w:tplc="C96CD6B2">
      <w:start w:val="1"/>
      <w:numFmt w:val="lowerLetter"/>
      <w:lvlText w:val="%1)"/>
      <w:lvlJc w:val="left"/>
      <w:pPr>
        <w:ind w:left="19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9" w15:restartNumberingAfterBreak="0">
    <w:nsid w:val="22CB713E"/>
    <w:multiLevelType w:val="hybridMultilevel"/>
    <w:tmpl w:val="31E216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D623A8F"/>
    <w:multiLevelType w:val="hybridMultilevel"/>
    <w:tmpl w:val="8E6A062A"/>
    <w:lvl w:ilvl="0" w:tplc="0415000F">
      <w:start w:val="1"/>
      <w:numFmt w:val="decimal"/>
      <w:lvlText w:val="%1.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24" w15:restartNumberingAfterBreak="0">
    <w:nsid w:val="2EAA6882"/>
    <w:multiLevelType w:val="hybridMultilevel"/>
    <w:tmpl w:val="9C0ABBD4"/>
    <w:lvl w:ilvl="0" w:tplc="29228B1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F32F43"/>
    <w:multiLevelType w:val="hybridMultilevel"/>
    <w:tmpl w:val="88D84288"/>
    <w:lvl w:ilvl="0" w:tplc="DDF477B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D92BAE"/>
    <w:multiLevelType w:val="hybridMultilevel"/>
    <w:tmpl w:val="C5F6ED9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7" w15:restartNumberingAfterBreak="0">
    <w:nsid w:val="30D93CFD"/>
    <w:multiLevelType w:val="hybridMultilevel"/>
    <w:tmpl w:val="401E47EA"/>
    <w:lvl w:ilvl="0" w:tplc="36A81D1A">
      <w:start w:val="1"/>
      <w:numFmt w:val="ordinal"/>
      <w:lvlText w:val="13.5.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D18B6"/>
    <w:multiLevelType w:val="hybridMultilevel"/>
    <w:tmpl w:val="8F18316C"/>
    <w:lvl w:ilvl="0" w:tplc="85963592">
      <w:start w:val="1"/>
      <w:numFmt w:val="ordinal"/>
      <w:lvlText w:val="19.4.2.%1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33253D"/>
    <w:multiLevelType w:val="hybridMultilevel"/>
    <w:tmpl w:val="1E82CD10"/>
    <w:lvl w:ilvl="0" w:tplc="6156B612">
      <w:start w:val="1"/>
      <w:numFmt w:val="decimal"/>
      <w:lvlText w:val="14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7A38B1"/>
    <w:multiLevelType w:val="hybridMultilevel"/>
    <w:tmpl w:val="9B6ACCAE"/>
    <w:lvl w:ilvl="0" w:tplc="FAEE3D86">
      <w:start w:val="1"/>
      <w:numFmt w:val="decimal"/>
      <w:lvlText w:val="5.4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B30440"/>
    <w:multiLevelType w:val="hybridMultilevel"/>
    <w:tmpl w:val="77A2E708"/>
    <w:lvl w:ilvl="0" w:tplc="A2D4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3620A0"/>
    <w:multiLevelType w:val="hybridMultilevel"/>
    <w:tmpl w:val="01D494FC"/>
    <w:lvl w:ilvl="0" w:tplc="1B863834">
      <w:start w:val="1"/>
      <w:numFmt w:val="decimal"/>
      <w:lvlText w:val="25.3.%1"/>
      <w:lvlJc w:val="left"/>
      <w:pPr>
        <w:ind w:left="19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33" w:hanging="360"/>
      </w:pPr>
    </w:lvl>
    <w:lvl w:ilvl="2" w:tplc="0415001B" w:tentative="1">
      <w:start w:val="1"/>
      <w:numFmt w:val="lowerRoman"/>
      <w:lvlText w:val="%3."/>
      <w:lvlJc w:val="right"/>
      <w:pPr>
        <w:ind w:left="3353" w:hanging="180"/>
      </w:pPr>
    </w:lvl>
    <w:lvl w:ilvl="3" w:tplc="0415000F" w:tentative="1">
      <w:start w:val="1"/>
      <w:numFmt w:val="decimal"/>
      <w:lvlText w:val="%4."/>
      <w:lvlJc w:val="left"/>
      <w:pPr>
        <w:ind w:left="4073" w:hanging="360"/>
      </w:pPr>
    </w:lvl>
    <w:lvl w:ilvl="4" w:tplc="04150019" w:tentative="1">
      <w:start w:val="1"/>
      <w:numFmt w:val="lowerLetter"/>
      <w:lvlText w:val="%5."/>
      <w:lvlJc w:val="left"/>
      <w:pPr>
        <w:ind w:left="4793" w:hanging="360"/>
      </w:pPr>
    </w:lvl>
    <w:lvl w:ilvl="5" w:tplc="0415001B" w:tentative="1">
      <w:start w:val="1"/>
      <w:numFmt w:val="lowerRoman"/>
      <w:lvlText w:val="%6."/>
      <w:lvlJc w:val="right"/>
      <w:pPr>
        <w:ind w:left="5513" w:hanging="180"/>
      </w:pPr>
    </w:lvl>
    <w:lvl w:ilvl="6" w:tplc="0415000F" w:tentative="1">
      <w:start w:val="1"/>
      <w:numFmt w:val="decimal"/>
      <w:lvlText w:val="%7."/>
      <w:lvlJc w:val="left"/>
      <w:pPr>
        <w:ind w:left="6233" w:hanging="360"/>
      </w:pPr>
    </w:lvl>
    <w:lvl w:ilvl="7" w:tplc="04150019" w:tentative="1">
      <w:start w:val="1"/>
      <w:numFmt w:val="lowerLetter"/>
      <w:lvlText w:val="%8."/>
      <w:lvlJc w:val="left"/>
      <w:pPr>
        <w:ind w:left="6953" w:hanging="360"/>
      </w:pPr>
    </w:lvl>
    <w:lvl w:ilvl="8" w:tplc="0415001B" w:tentative="1">
      <w:start w:val="1"/>
      <w:numFmt w:val="lowerRoman"/>
      <w:lvlText w:val="%9."/>
      <w:lvlJc w:val="right"/>
      <w:pPr>
        <w:ind w:left="7673" w:hanging="180"/>
      </w:pPr>
    </w:lvl>
  </w:abstractNum>
  <w:abstractNum w:abstractNumId="34" w15:restartNumberingAfterBreak="0">
    <w:nsid w:val="3D4E1FD7"/>
    <w:multiLevelType w:val="multilevel"/>
    <w:tmpl w:val="8ED2ABDC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ordinal"/>
      <w:lvlText w:val="13.3.1.%4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3ED35806"/>
    <w:multiLevelType w:val="hybridMultilevel"/>
    <w:tmpl w:val="1F16CF50"/>
    <w:lvl w:ilvl="0" w:tplc="CBD0953E">
      <w:start w:val="1"/>
      <w:numFmt w:val="upperRoman"/>
      <w:lvlText w:val="%1."/>
      <w:lvlJc w:val="right"/>
      <w:pPr>
        <w:ind w:left="199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3FE038E8"/>
    <w:multiLevelType w:val="hybridMultilevel"/>
    <w:tmpl w:val="A8125B5E"/>
    <w:lvl w:ilvl="0" w:tplc="989AD17E">
      <w:start w:val="1"/>
      <w:numFmt w:val="upperRoman"/>
      <w:lvlText w:val="%1."/>
      <w:lvlJc w:val="right"/>
      <w:pPr>
        <w:ind w:left="1503" w:hanging="360"/>
      </w:pPr>
      <w:rPr>
        <w:rFonts w:asciiTheme="minorHAnsi" w:hAnsiTheme="minorHAnsi" w:hint="default"/>
        <w:sz w:val="18"/>
      </w:rPr>
    </w:lvl>
    <w:lvl w:ilvl="1" w:tplc="237251A2">
      <w:start w:val="1"/>
      <w:numFmt w:val="decimal"/>
      <w:lvlText w:val="8.%2."/>
      <w:lvlJc w:val="left"/>
      <w:pPr>
        <w:ind w:left="222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7" w15:restartNumberingAfterBreak="0">
    <w:nsid w:val="404F459F"/>
    <w:multiLevelType w:val="hybridMultilevel"/>
    <w:tmpl w:val="54F8351C"/>
    <w:lvl w:ilvl="0" w:tplc="0F98A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4B1C3A"/>
    <w:multiLevelType w:val="hybridMultilevel"/>
    <w:tmpl w:val="52ECA654"/>
    <w:lvl w:ilvl="0" w:tplc="8FAE7D0C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41AA543C"/>
    <w:multiLevelType w:val="hybridMultilevel"/>
    <w:tmpl w:val="A710989A"/>
    <w:lvl w:ilvl="0" w:tplc="DCE2780E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41C679F1"/>
    <w:multiLevelType w:val="hybridMultilevel"/>
    <w:tmpl w:val="9AD202AE"/>
    <w:lvl w:ilvl="0" w:tplc="42D0AADC">
      <w:start w:val="1"/>
      <w:numFmt w:val="decimal"/>
      <w:lvlText w:val="15.1.%1"/>
      <w:lvlJc w:val="left"/>
      <w:pPr>
        <w:ind w:left="15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1" w15:restartNumberingAfterBreak="0">
    <w:nsid w:val="43113436"/>
    <w:multiLevelType w:val="hybridMultilevel"/>
    <w:tmpl w:val="8BF47D80"/>
    <w:lvl w:ilvl="0" w:tplc="3C82CEFA">
      <w:start w:val="1"/>
      <w:numFmt w:val="upperRoman"/>
      <w:lvlText w:val="%1."/>
      <w:lvlJc w:val="right"/>
      <w:pPr>
        <w:ind w:left="783" w:hanging="360"/>
      </w:pPr>
      <w:rPr>
        <w:rFonts w:asciiTheme="minorHAnsi" w:hAnsiTheme="min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2" w15:restartNumberingAfterBreak="0">
    <w:nsid w:val="43803B28"/>
    <w:multiLevelType w:val="multilevel"/>
    <w:tmpl w:val="12280D40"/>
    <w:lvl w:ilvl="0">
      <w:start w:val="1"/>
      <w:numFmt w:val="upperRoman"/>
      <w:lvlText w:val="%1."/>
      <w:lvlJc w:val="right"/>
      <w:pPr>
        <w:ind w:left="357" w:hanging="357"/>
      </w:pPr>
      <w:rPr>
        <w:rFonts w:asciiTheme="minorHAnsi" w:hAnsiTheme="minorHAnsi" w:hint="default"/>
        <w:b/>
        <w:i w:val="0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Theme="minorHAnsi" w:hAnsiTheme="minorHAnsi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hint="default"/>
        <w:i w:val="0"/>
        <w:color w:val="auto"/>
      </w:rPr>
    </w:lvl>
    <w:lvl w:ilvl="4">
      <w:start w:val="1"/>
      <w:numFmt w:val="decimal"/>
      <w:lvlText w:val="2.1.%5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4AD755AA"/>
    <w:multiLevelType w:val="hybridMultilevel"/>
    <w:tmpl w:val="2B2ED40E"/>
    <w:lvl w:ilvl="0" w:tplc="BAA4ABA4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C6D33F1"/>
    <w:multiLevelType w:val="hybridMultilevel"/>
    <w:tmpl w:val="D528DA16"/>
    <w:lvl w:ilvl="0" w:tplc="822A1544">
      <w:start w:val="1"/>
      <w:numFmt w:val="decimal"/>
      <w:lvlText w:val="%1)"/>
      <w:lvlJc w:val="left"/>
      <w:pPr>
        <w:ind w:left="1911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6" w15:restartNumberingAfterBreak="0">
    <w:nsid w:val="4FB93783"/>
    <w:multiLevelType w:val="hybridMultilevel"/>
    <w:tmpl w:val="DC2AB154"/>
    <w:lvl w:ilvl="0" w:tplc="0415000F">
      <w:start w:val="1"/>
      <w:numFmt w:val="decimal"/>
      <w:lvlText w:val="%1.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47" w15:restartNumberingAfterBreak="0">
    <w:nsid w:val="506B6B74"/>
    <w:multiLevelType w:val="hybridMultilevel"/>
    <w:tmpl w:val="66787C9A"/>
    <w:lvl w:ilvl="0" w:tplc="3B94F434">
      <w:start w:val="1"/>
      <w:numFmt w:val="decimal"/>
      <w:lvlText w:val="15.3.%1.2"/>
      <w:lvlJc w:val="left"/>
      <w:pPr>
        <w:ind w:left="216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0A56AC"/>
    <w:multiLevelType w:val="hybridMultilevel"/>
    <w:tmpl w:val="3F0C365A"/>
    <w:lvl w:ilvl="0" w:tplc="678E23CA">
      <w:start w:val="1"/>
      <w:numFmt w:val="lowerLetter"/>
      <w:lvlText w:val="%1)"/>
      <w:lvlJc w:val="left"/>
      <w:pPr>
        <w:ind w:left="19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9BA3B9C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171536"/>
    <w:multiLevelType w:val="hybridMultilevel"/>
    <w:tmpl w:val="C94C167E"/>
    <w:lvl w:ilvl="0" w:tplc="0F98A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F66305"/>
    <w:multiLevelType w:val="hybridMultilevel"/>
    <w:tmpl w:val="01C89218"/>
    <w:lvl w:ilvl="0" w:tplc="B2169AB0">
      <w:start w:val="1"/>
      <w:numFmt w:val="decimal"/>
      <w:lvlText w:val="19.1.%1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56F94970"/>
    <w:multiLevelType w:val="hybridMultilevel"/>
    <w:tmpl w:val="3F90F842"/>
    <w:lvl w:ilvl="0" w:tplc="4836A63C">
      <w:start w:val="1"/>
      <w:numFmt w:val="ordinal"/>
      <w:lvlText w:val="15.3.2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201A83"/>
    <w:multiLevelType w:val="hybridMultilevel"/>
    <w:tmpl w:val="75EEA16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AD3305"/>
    <w:multiLevelType w:val="hybridMultilevel"/>
    <w:tmpl w:val="57363418"/>
    <w:lvl w:ilvl="0" w:tplc="D3E0F224">
      <w:start w:val="1"/>
      <w:numFmt w:val="decimal"/>
      <w:lvlText w:val="10.%1."/>
      <w:lvlJc w:val="left"/>
      <w:pPr>
        <w:ind w:left="15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5" w15:restartNumberingAfterBreak="0">
    <w:nsid w:val="5E553E96"/>
    <w:multiLevelType w:val="hybridMultilevel"/>
    <w:tmpl w:val="91FCD73C"/>
    <w:lvl w:ilvl="0" w:tplc="ABAA0D1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 w15:restartNumberingAfterBreak="0">
    <w:nsid w:val="60A56331"/>
    <w:multiLevelType w:val="hybridMultilevel"/>
    <w:tmpl w:val="3580CB4C"/>
    <w:lvl w:ilvl="0" w:tplc="3E9AE906">
      <w:start w:val="1"/>
      <w:numFmt w:val="decimal"/>
      <w:lvlText w:val="14.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BD3EED"/>
    <w:multiLevelType w:val="hybridMultilevel"/>
    <w:tmpl w:val="7D4890BA"/>
    <w:lvl w:ilvl="0" w:tplc="4836A63C">
      <w:start w:val="1"/>
      <w:numFmt w:val="ordinal"/>
      <w:lvlText w:val="15.3.2.2.%1"/>
      <w:lvlJc w:val="left"/>
      <w:pPr>
        <w:ind w:left="19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8" w15:restartNumberingAfterBreak="0">
    <w:nsid w:val="6AFA5764"/>
    <w:multiLevelType w:val="hybridMultilevel"/>
    <w:tmpl w:val="39980F3A"/>
    <w:lvl w:ilvl="0" w:tplc="7708D7F6">
      <w:start w:val="1"/>
      <w:numFmt w:val="ordinal"/>
      <w:lvlText w:val="6.1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0" w15:restartNumberingAfterBreak="0">
    <w:nsid w:val="6EAD29CE"/>
    <w:multiLevelType w:val="hybridMultilevel"/>
    <w:tmpl w:val="82C4229C"/>
    <w:lvl w:ilvl="0" w:tplc="056AF06E">
      <w:start w:val="1"/>
      <w:numFmt w:val="ordinal"/>
      <w:lvlText w:val="13.3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AF7E96"/>
    <w:multiLevelType w:val="hybridMultilevel"/>
    <w:tmpl w:val="038C5790"/>
    <w:lvl w:ilvl="0" w:tplc="CF78C704">
      <w:start w:val="1"/>
      <w:numFmt w:val="decimal"/>
      <w:lvlText w:val="1.%1."/>
      <w:lvlJc w:val="left"/>
      <w:pPr>
        <w:ind w:left="19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2" w15:restartNumberingAfterBreak="0">
    <w:nsid w:val="6F456FA6"/>
    <w:multiLevelType w:val="hybridMultilevel"/>
    <w:tmpl w:val="EA927850"/>
    <w:lvl w:ilvl="0" w:tplc="1226BA1E">
      <w:start w:val="1"/>
      <w:numFmt w:val="decimal"/>
      <w:lvlText w:val="14.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4E7D0D"/>
    <w:multiLevelType w:val="hybridMultilevel"/>
    <w:tmpl w:val="04AA5C68"/>
    <w:lvl w:ilvl="0" w:tplc="A19C4FD4">
      <w:start w:val="1"/>
      <w:numFmt w:val="decimal"/>
      <w:lvlText w:val="15.3.%1.1"/>
      <w:lvlJc w:val="left"/>
      <w:pPr>
        <w:ind w:left="19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D86A364">
      <w:start w:val="1"/>
      <w:numFmt w:val="ordinal"/>
      <w:lvlText w:val="15.3.1.%3"/>
      <w:lvlJc w:val="left"/>
      <w:pPr>
        <w:ind w:left="2160" w:hanging="18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F76AE6"/>
    <w:multiLevelType w:val="hybridMultilevel"/>
    <w:tmpl w:val="6F187AB6"/>
    <w:lvl w:ilvl="0" w:tplc="DA06AB70">
      <w:start w:val="1"/>
      <w:numFmt w:val="ordinal"/>
      <w:lvlText w:val="15.3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9A2E21"/>
    <w:multiLevelType w:val="hybridMultilevel"/>
    <w:tmpl w:val="5E2E80F6"/>
    <w:lvl w:ilvl="0" w:tplc="E1866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68" w15:restartNumberingAfterBreak="0">
    <w:nsid w:val="76AC786D"/>
    <w:multiLevelType w:val="hybridMultilevel"/>
    <w:tmpl w:val="81007748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9BA3B9C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136FA6"/>
    <w:multiLevelType w:val="hybridMultilevel"/>
    <w:tmpl w:val="4D8EBBDA"/>
    <w:lvl w:ilvl="0" w:tplc="DA06AB70">
      <w:start w:val="1"/>
      <w:numFmt w:val="ordinal"/>
      <w:lvlText w:val="15.3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2C32EE"/>
    <w:multiLevelType w:val="hybridMultilevel"/>
    <w:tmpl w:val="E0C44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2" w15:restartNumberingAfterBreak="0">
    <w:nsid w:val="7F971413"/>
    <w:multiLevelType w:val="hybridMultilevel"/>
    <w:tmpl w:val="DC9006A0"/>
    <w:lvl w:ilvl="0" w:tplc="33BE66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965257">
    <w:abstractNumId w:val="34"/>
  </w:num>
  <w:num w:numId="2" w16cid:durableId="2054844452">
    <w:abstractNumId w:val="16"/>
  </w:num>
  <w:num w:numId="3" w16cid:durableId="1775318025">
    <w:abstractNumId w:val="21"/>
  </w:num>
  <w:num w:numId="4" w16cid:durableId="1096823492">
    <w:abstractNumId w:val="43"/>
  </w:num>
  <w:num w:numId="5" w16cid:durableId="1674457286">
    <w:abstractNumId w:val="8"/>
  </w:num>
  <w:num w:numId="6" w16cid:durableId="418867164">
    <w:abstractNumId w:val="10"/>
  </w:num>
  <w:num w:numId="7" w16cid:durableId="1839424717">
    <w:abstractNumId w:val="23"/>
  </w:num>
  <w:num w:numId="8" w16cid:durableId="1055204067">
    <w:abstractNumId w:val="20"/>
  </w:num>
  <w:num w:numId="9" w16cid:durableId="1489244988">
    <w:abstractNumId w:val="63"/>
  </w:num>
  <w:num w:numId="10" w16cid:durableId="46026530">
    <w:abstractNumId w:val="53"/>
  </w:num>
  <w:num w:numId="11" w16cid:durableId="1342970147">
    <w:abstractNumId w:val="29"/>
  </w:num>
  <w:num w:numId="12" w16cid:durableId="2082752604">
    <w:abstractNumId w:val="17"/>
  </w:num>
  <w:num w:numId="13" w16cid:durableId="352804357">
    <w:abstractNumId w:val="12"/>
  </w:num>
  <w:num w:numId="14" w16cid:durableId="843016109">
    <w:abstractNumId w:val="61"/>
  </w:num>
  <w:num w:numId="15" w16cid:durableId="539516677">
    <w:abstractNumId w:val="11"/>
  </w:num>
  <w:num w:numId="16" w16cid:durableId="1392850100">
    <w:abstractNumId w:val="19"/>
  </w:num>
  <w:num w:numId="17" w16cid:durableId="1210459098">
    <w:abstractNumId w:val="70"/>
  </w:num>
  <w:num w:numId="18" w16cid:durableId="150684194">
    <w:abstractNumId w:val="7"/>
  </w:num>
  <w:num w:numId="19" w16cid:durableId="2015375072">
    <w:abstractNumId w:val="55"/>
  </w:num>
  <w:num w:numId="20" w16cid:durableId="2129737997">
    <w:abstractNumId w:val="14"/>
  </w:num>
  <w:num w:numId="21" w16cid:durableId="810363464">
    <w:abstractNumId w:val="46"/>
  </w:num>
  <w:num w:numId="22" w16cid:durableId="929243368">
    <w:abstractNumId w:val="71"/>
  </w:num>
  <w:num w:numId="23" w16cid:durableId="84617363">
    <w:abstractNumId w:val="39"/>
  </w:num>
  <w:num w:numId="24" w16cid:durableId="63139184">
    <w:abstractNumId w:val="22"/>
  </w:num>
  <w:num w:numId="25" w16cid:durableId="841361861">
    <w:abstractNumId w:val="5"/>
  </w:num>
  <w:num w:numId="26" w16cid:durableId="787622618">
    <w:abstractNumId w:val="67"/>
  </w:num>
  <w:num w:numId="27" w16cid:durableId="655182869">
    <w:abstractNumId w:val="40"/>
  </w:num>
  <w:num w:numId="28" w16cid:durableId="1746687239">
    <w:abstractNumId w:val="68"/>
  </w:num>
  <w:num w:numId="29" w16cid:durableId="635987742">
    <w:abstractNumId w:val="15"/>
  </w:num>
  <w:num w:numId="30" w16cid:durableId="1603565728">
    <w:abstractNumId w:val="64"/>
  </w:num>
  <w:num w:numId="31" w16cid:durableId="1009524872">
    <w:abstractNumId w:val="47"/>
  </w:num>
  <w:num w:numId="32" w16cid:durableId="1866409043">
    <w:abstractNumId w:val="4"/>
  </w:num>
  <w:num w:numId="33" w16cid:durableId="1666278145">
    <w:abstractNumId w:val="60"/>
  </w:num>
  <w:num w:numId="34" w16cid:durableId="1805148626">
    <w:abstractNumId w:val="27"/>
  </w:num>
  <w:num w:numId="35" w16cid:durableId="1424649561">
    <w:abstractNumId w:val="69"/>
  </w:num>
  <w:num w:numId="36" w16cid:durableId="105394081">
    <w:abstractNumId w:val="57"/>
  </w:num>
  <w:num w:numId="37" w16cid:durableId="1020274236">
    <w:abstractNumId w:val="18"/>
  </w:num>
  <w:num w:numId="38" w16cid:durableId="1695576993">
    <w:abstractNumId w:val="30"/>
  </w:num>
  <w:num w:numId="39" w16cid:durableId="478115122">
    <w:abstractNumId w:val="32"/>
  </w:num>
  <w:num w:numId="40" w16cid:durableId="315107217">
    <w:abstractNumId w:val="9"/>
  </w:num>
  <w:num w:numId="41" w16cid:durableId="983434109">
    <w:abstractNumId w:val="3"/>
  </w:num>
  <w:num w:numId="42" w16cid:durableId="537014563">
    <w:abstractNumId w:val="59"/>
  </w:num>
  <w:num w:numId="43" w16cid:durableId="244458175">
    <w:abstractNumId w:val="52"/>
  </w:num>
  <w:num w:numId="44" w16cid:durableId="1374453746">
    <w:abstractNumId w:val="42"/>
  </w:num>
  <w:num w:numId="45" w16cid:durableId="793518430">
    <w:abstractNumId w:val="37"/>
  </w:num>
  <w:num w:numId="46" w16cid:durableId="1540239069">
    <w:abstractNumId w:val="49"/>
  </w:num>
  <w:num w:numId="47" w16cid:durableId="431901173">
    <w:abstractNumId w:val="45"/>
  </w:num>
  <w:num w:numId="48" w16cid:durableId="1285579460">
    <w:abstractNumId w:val="33"/>
  </w:num>
  <w:num w:numId="49" w16cid:durableId="1632975659">
    <w:abstractNumId w:val="24"/>
  </w:num>
  <w:num w:numId="50" w16cid:durableId="2128812464">
    <w:abstractNumId w:val="65"/>
  </w:num>
  <w:num w:numId="51" w16cid:durableId="286355799">
    <w:abstractNumId w:val="48"/>
  </w:num>
  <w:num w:numId="52" w16cid:durableId="490604141">
    <w:abstractNumId w:val="66"/>
  </w:num>
  <w:num w:numId="53" w16cid:durableId="1614168048">
    <w:abstractNumId w:val="41"/>
  </w:num>
  <w:num w:numId="54" w16cid:durableId="2100523931">
    <w:abstractNumId w:val="36"/>
  </w:num>
  <w:num w:numId="55" w16cid:durableId="390465133">
    <w:abstractNumId w:val="1"/>
  </w:num>
  <w:num w:numId="56" w16cid:durableId="1657345174">
    <w:abstractNumId w:val="54"/>
  </w:num>
  <w:num w:numId="57" w16cid:durableId="624385702">
    <w:abstractNumId w:val="35"/>
  </w:num>
  <w:num w:numId="58" w16cid:durableId="423691210">
    <w:abstractNumId w:val="38"/>
  </w:num>
  <w:num w:numId="59" w16cid:durableId="1698316435">
    <w:abstractNumId w:val="0"/>
  </w:num>
  <w:num w:numId="60" w16cid:durableId="1640039087">
    <w:abstractNumId w:val="44"/>
  </w:num>
  <w:num w:numId="61" w16cid:durableId="2014258575">
    <w:abstractNumId w:val="25"/>
  </w:num>
  <w:num w:numId="62" w16cid:durableId="1275602014">
    <w:abstractNumId w:val="2"/>
  </w:num>
  <w:num w:numId="63" w16cid:durableId="939723309">
    <w:abstractNumId w:val="56"/>
  </w:num>
  <w:num w:numId="64" w16cid:durableId="471364263">
    <w:abstractNumId w:val="62"/>
  </w:num>
  <w:num w:numId="65" w16cid:durableId="954754219">
    <w:abstractNumId w:val="58"/>
  </w:num>
  <w:num w:numId="66" w16cid:durableId="2118719516">
    <w:abstractNumId w:val="31"/>
  </w:num>
  <w:num w:numId="67" w16cid:durableId="614867645">
    <w:abstractNumId w:val="13"/>
  </w:num>
  <w:num w:numId="68" w16cid:durableId="827281249">
    <w:abstractNumId w:val="50"/>
  </w:num>
  <w:num w:numId="69" w16cid:durableId="927084256">
    <w:abstractNumId w:val="51"/>
  </w:num>
  <w:num w:numId="70" w16cid:durableId="938099285">
    <w:abstractNumId w:val="28"/>
  </w:num>
  <w:num w:numId="71" w16cid:durableId="486479558">
    <w:abstractNumId w:val="26"/>
  </w:num>
  <w:num w:numId="72" w16cid:durableId="1696268308">
    <w:abstractNumId w:val="72"/>
  </w:num>
  <w:num w:numId="73" w16cid:durableId="1020544578">
    <w:abstractNumId w:val="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1F77"/>
    <w:rsid w:val="000020C9"/>
    <w:rsid w:val="00003B5C"/>
    <w:rsid w:val="00005194"/>
    <w:rsid w:val="00013A18"/>
    <w:rsid w:val="00013B2C"/>
    <w:rsid w:val="00014394"/>
    <w:rsid w:val="00014620"/>
    <w:rsid w:val="00015893"/>
    <w:rsid w:val="0001686B"/>
    <w:rsid w:val="0002424F"/>
    <w:rsid w:val="00024FB0"/>
    <w:rsid w:val="00027947"/>
    <w:rsid w:val="00033582"/>
    <w:rsid w:val="0003395D"/>
    <w:rsid w:val="00036B40"/>
    <w:rsid w:val="00036D76"/>
    <w:rsid w:val="00040B6D"/>
    <w:rsid w:val="00041885"/>
    <w:rsid w:val="00051B85"/>
    <w:rsid w:val="00054A92"/>
    <w:rsid w:val="00056904"/>
    <w:rsid w:val="000572D8"/>
    <w:rsid w:val="00057816"/>
    <w:rsid w:val="00057CC8"/>
    <w:rsid w:val="00060EAD"/>
    <w:rsid w:val="00061676"/>
    <w:rsid w:val="00070A58"/>
    <w:rsid w:val="00071C98"/>
    <w:rsid w:val="00072D75"/>
    <w:rsid w:val="00077336"/>
    <w:rsid w:val="000805E9"/>
    <w:rsid w:val="00082C8D"/>
    <w:rsid w:val="00085125"/>
    <w:rsid w:val="0008601A"/>
    <w:rsid w:val="000866BE"/>
    <w:rsid w:val="00086AB5"/>
    <w:rsid w:val="0009045E"/>
    <w:rsid w:val="000920EB"/>
    <w:rsid w:val="00094799"/>
    <w:rsid w:val="00094EB9"/>
    <w:rsid w:val="00096510"/>
    <w:rsid w:val="000974B1"/>
    <w:rsid w:val="000A2AA1"/>
    <w:rsid w:val="000A6E2E"/>
    <w:rsid w:val="000B03B5"/>
    <w:rsid w:val="000B0DBD"/>
    <w:rsid w:val="000B5CE0"/>
    <w:rsid w:val="000B64C4"/>
    <w:rsid w:val="000C47A9"/>
    <w:rsid w:val="000C679C"/>
    <w:rsid w:val="000D1FBB"/>
    <w:rsid w:val="000D42BE"/>
    <w:rsid w:val="000D5886"/>
    <w:rsid w:val="000E0921"/>
    <w:rsid w:val="000E1564"/>
    <w:rsid w:val="000E795D"/>
    <w:rsid w:val="000F711B"/>
    <w:rsid w:val="00101BCF"/>
    <w:rsid w:val="00102B7E"/>
    <w:rsid w:val="00104A96"/>
    <w:rsid w:val="001112C2"/>
    <w:rsid w:val="00113CE8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00E7"/>
    <w:rsid w:val="0016753B"/>
    <w:rsid w:val="00167B53"/>
    <w:rsid w:val="00172B93"/>
    <w:rsid w:val="001746B2"/>
    <w:rsid w:val="00175483"/>
    <w:rsid w:val="00175F4C"/>
    <w:rsid w:val="00180519"/>
    <w:rsid w:val="00181869"/>
    <w:rsid w:val="00183007"/>
    <w:rsid w:val="001835C1"/>
    <w:rsid w:val="00185AAB"/>
    <w:rsid w:val="00192A23"/>
    <w:rsid w:val="00193A87"/>
    <w:rsid w:val="001974F6"/>
    <w:rsid w:val="001A0B5A"/>
    <w:rsid w:val="001A10EA"/>
    <w:rsid w:val="001A2A0D"/>
    <w:rsid w:val="001A4996"/>
    <w:rsid w:val="001B0061"/>
    <w:rsid w:val="001B11E7"/>
    <w:rsid w:val="001B1FC6"/>
    <w:rsid w:val="001B2017"/>
    <w:rsid w:val="001C0F16"/>
    <w:rsid w:val="001C2A17"/>
    <w:rsid w:val="001C4DEB"/>
    <w:rsid w:val="001D1A8B"/>
    <w:rsid w:val="001D2EB1"/>
    <w:rsid w:val="001E0EB2"/>
    <w:rsid w:val="001E42C2"/>
    <w:rsid w:val="001E4BD2"/>
    <w:rsid w:val="001E5A08"/>
    <w:rsid w:val="001E7CA3"/>
    <w:rsid w:val="001E7E73"/>
    <w:rsid w:val="001F103A"/>
    <w:rsid w:val="001F3242"/>
    <w:rsid w:val="001F3600"/>
    <w:rsid w:val="001F3F20"/>
    <w:rsid w:val="001F5790"/>
    <w:rsid w:val="001F737A"/>
    <w:rsid w:val="00203208"/>
    <w:rsid w:val="0020642A"/>
    <w:rsid w:val="002067F1"/>
    <w:rsid w:val="002108A8"/>
    <w:rsid w:val="00211C2E"/>
    <w:rsid w:val="00215C85"/>
    <w:rsid w:val="00224257"/>
    <w:rsid w:val="00230480"/>
    <w:rsid w:val="0023090A"/>
    <w:rsid w:val="0024291C"/>
    <w:rsid w:val="00244928"/>
    <w:rsid w:val="00257F22"/>
    <w:rsid w:val="0026303D"/>
    <w:rsid w:val="00264A06"/>
    <w:rsid w:val="00265457"/>
    <w:rsid w:val="00265B9D"/>
    <w:rsid w:val="00270752"/>
    <w:rsid w:val="00271362"/>
    <w:rsid w:val="002743D5"/>
    <w:rsid w:val="00274A67"/>
    <w:rsid w:val="00275CED"/>
    <w:rsid w:val="002768AC"/>
    <w:rsid w:val="00280F0C"/>
    <w:rsid w:val="002868C6"/>
    <w:rsid w:val="00290CC0"/>
    <w:rsid w:val="00291F6D"/>
    <w:rsid w:val="00295F8F"/>
    <w:rsid w:val="002A3129"/>
    <w:rsid w:val="002A368A"/>
    <w:rsid w:val="002A38CD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129"/>
    <w:rsid w:val="002D57F4"/>
    <w:rsid w:val="002E3E8B"/>
    <w:rsid w:val="002E6C22"/>
    <w:rsid w:val="002E6F1F"/>
    <w:rsid w:val="002F10CA"/>
    <w:rsid w:val="002F1491"/>
    <w:rsid w:val="00301132"/>
    <w:rsid w:val="003034EF"/>
    <w:rsid w:val="00303C67"/>
    <w:rsid w:val="00310CB3"/>
    <w:rsid w:val="003145F6"/>
    <w:rsid w:val="00317AD5"/>
    <w:rsid w:val="003277D1"/>
    <w:rsid w:val="003439F6"/>
    <w:rsid w:val="00347346"/>
    <w:rsid w:val="00347E8D"/>
    <w:rsid w:val="00362C4E"/>
    <w:rsid w:val="00366A40"/>
    <w:rsid w:val="00366FFB"/>
    <w:rsid w:val="00371A75"/>
    <w:rsid w:val="00374D54"/>
    <w:rsid w:val="00375780"/>
    <w:rsid w:val="00386D22"/>
    <w:rsid w:val="00386D9D"/>
    <w:rsid w:val="00387A0D"/>
    <w:rsid w:val="003903C2"/>
    <w:rsid w:val="003908AE"/>
    <w:rsid w:val="003930A7"/>
    <w:rsid w:val="00395532"/>
    <w:rsid w:val="00395F60"/>
    <w:rsid w:val="00396141"/>
    <w:rsid w:val="0039781F"/>
    <w:rsid w:val="003A448C"/>
    <w:rsid w:val="003A4CC6"/>
    <w:rsid w:val="003A5D11"/>
    <w:rsid w:val="003A7C03"/>
    <w:rsid w:val="003B18D1"/>
    <w:rsid w:val="003B43F5"/>
    <w:rsid w:val="003B66FE"/>
    <w:rsid w:val="003C5CF0"/>
    <w:rsid w:val="003D35C6"/>
    <w:rsid w:val="003D41B4"/>
    <w:rsid w:val="003D6C11"/>
    <w:rsid w:val="003E050D"/>
    <w:rsid w:val="003E06FA"/>
    <w:rsid w:val="003E1FEA"/>
    <w:rsid w:val="003E3CCB"/>
    <w:rsid w:val="003E59DD"/>
    <w:rsid w:val="003F132F"/>
    <w:rsid w:val="003F257A"/>
    <w:rsid w:val="003F7E64"/>
    <w:rsid w:val="0040472A"/>
    <w:rsid w:val="00404D71"/>
    <w:rsid w:val="00410D4E"/>
    <w:rsid w:val="00412E5B"/>
    <w:rsid w:val="00417E23"/>
    <w:rsid w:val="00422DCE"/>
    <w:rsid w:val="004243FB"/>
    <w:rsid w:val="004257E0"/>
    <w:rsid w:val="004328AD"/>
    <w:rsid w:val="004348FE"/>
    <w:rsid w:val="0043558B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5ED2"/>
    <w:rsid w:val="0047759A"/>
    <w:rsid w:val="004850DE"/>
    <w:rsid w:val="004925D9"/>
    <w:rsid w:val="00492AEE"/>
    <w:rsid w:val="00496273"/>
    <w:rsid w:val="004A723C"/>
    <w:rsid w:val="004B095D"/>
    <w:rsid w:val="004B29F9"/>
    <w:rsid w:val="004B2F78"/>
    <w:rsid w:val="004B542B"/>
    <w:rsid w:val="004C0E65"/>
    <w:rsid w:val="004C2303"/>
    <w:rsid w:val="004C49BF"/>
    <w:rsid w:val="004D154B"/>
    <w:rsid w:val="004D2E58"/>
    <w:rsid w:val="004D63D5"/>
    <w:rsid w:val="004E1AB0"/>
    <w:rsid w:val="004E2AD7"/>
    <w:rsid w:val="004E4C43"/>
    <w:rsid w:val="004E6341"/>
    <w:rsid w:val="004E7573"/>
    <w:rsid w:val="004F06E4"/>
    <w:rsid w:val="004F0C4A"/>
    <w:rsid w:val="004F20AD"/>
    <w:rsid w:val="004F6B10"/>
    <w:rsid w:val="00500AF6"/>
    <w:rsid w:val="00500EEE"/>
    <w:rsid w:val="00503B1F"/>
    <w:rsid w:val="0051028B"/>
    <w:rsid w:val="00510B9E"/>
    <w:rsid w:val="00520308"/>
    <w:rsid w:val="00522643"/>
    <w:rsid w:val="00535E9B"/>
    <w:rsid w:val="00540297"/>
    <w:rsid w:val="005428C7"/>
    <w:rsid w:val="00544B19"/>
    <w:rsid w:val="005453F1"/>
    <w:rsid w:val="00547CF8"/>
    <w:rsid w:val="00551DC9"/>
    <w:rsid w:val="00551FB7"/>
    <w:rsid w:val="005528D3"/>
    <w:rsid w:val="0055296E"/>
    <w:rsid w:val="00553191"/>
    <w:rsid w:val="00554140"/>
    <w:rsid w:val="005545DC"/>
    <w:rsid w:val="00555910"/>
    <w:rsid w:val="0055637B"/>
    <w:rsid w:val="005563FF"/>
    <w:rsid w:val="00562A06"/>
    <w:rsid w:val="00562E63"/>
    <w:rsid w:val="00564B37"/>
    <w:rsid w:val="00572F30"/>
    <w:rsid w:val="00574D7E"/>
    <w:rsid w:val="00582CE9"/>
    <w:rsid w:val="00582D42"/>
    <w:rsid w:val="0058794A"/>
    <w:rsid w:val="005932BA"/>
    <w:rsid w:val="005A2D9F"/>
    <w:rsid w:val="005A354D"/>
    <w:rsid w:val="005A4F2B"/>
    <w:rsid w:val="005A7A11"/>
    <w:rsid w:val="005B24A8"/>
    <w:rsid w:val="005B2B6D"/>
    <w:rsid w:val="005B3F04"/>
    <w:rsid w:val="005B6DC6"/>
    <w:rsid w:val="005B7952"/>
    <w:rsid w:val="005C02C2"/>
    <w:rsid w:val="005C2E6A"/>
    <w:rsid w:val="005C3C44"/>
    <w:rsid w:val="005C5FA4"/>
    <w:rsid w:val="005C6812"/>
    <w:rsid w:val="005D00DD"/>
    <w:rsid w:val="005D0831"/>
    <w:rsid w:val="005D118B"/>
    <w:rsid w:val="005D2D85"/>
    <w:rsid w:val="005D376A"/>
    <w:rsid w:val="005D46F0"/>
    <w:rsid w:val="005D475E"/>
    <w:rsid w:val="005D6FDA"/>
    <w:rsid w:val="005D74EB"/>
    <w:rsid w:val="005D784E"/>
    <w:rsid w:val="005E164A"/>
    <w:rsid w:val="005E4AA3"/>
    <w:rsid w:val="005E79E5"/>
    <w:rsid w:val="005F2086"/>
    <w:rsid w:val="005F3B15"/>
    <w:rsid w:val="00610071"/>
    <w:rsid w:val="00610DA7"/>
    <w:rsid w:val="00612DD0"/>
    <w:rsid w:val="00616E0A"/>
    <w:rsid w:val="00620708"/>
    <w:rsid w:val="00623A4F"/>
    <w:rsid w:val="00623B01"/>
    <w:rsid w:val="00625BB0"/>
    <w:rsid w:val="006261BB"/>
    <w:rsid w:val="006262AF"/>
    <w:rsid w:val="00642E89"/>
    <w:rsid w:val="00650868"/>
    <w:rsid w:val="00650D91"/>
    <w:rsid w:val="0065322E"/>
    <w:rsid w:val="00655DA8"/>
    <w:rsid w:val="00660237"/>
    <w:rsid w:val="006649AC"/>
    <w:rsid w:val="00666F60"/>
    <w:rsid w:val="006705C2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C4791"/>
    <w:rsid w:val="006C4B70"/>
    <w:rsid w:val="006C6089"/>
    <w:rsid w:val="006C6792"/>
    <w:rsid w:val="006D16F1"/>
    <w:rsid w:val="006E100D"/>
    <w:rsid w:val="006E2000"/>
    <w:rsid w:val="006E5EF6"/>
    <w:rsid w:val="006F314F"/>
    <w:rsid w:val="006F5ED9"/>
    <w:rsid w:val="006F5F72"/>
    <w:rsid w:val="006F73D5"/>
    <w:rsid w:val="00703735"/>
    <w:rsid w:val="00704196"/>
    <w:rsid w:val="00707DEC"/>
    <w:rsid w:val="00710355"/>
    <w:rsid w:val="00712A61"/>
    <w:rsid w:val="00720ED1"/>
    <w:rsid w:val="00721AF7"/>
    <w:rsid w:val="0072319D"/>
    <w:rsid w:val="007246D0"/>
    <w:rsid w:val="00726BF1"/>
    <w:rsid w:val="00727EC1"/>
    <w:rsid w:val="0073006E"/>
    <w:rsid w:val="00730351"/>
    <w:rsid w:val="0073187A"/>
    <w:rsid w:val="007343BE"/>
    <w:rsid w:val="007343C5"/>
    <w:rsid w:val="007402D3"/>
    <w:rsid w:val="00742321"/>
    <w:rsid w:val="00742807"/>
    <w:rsid w:val="007460D6"/>
    <w:rsid w:val="007508B3"/>
    <w:rsid w:val="0075239D"/>
    <w:rsid w:val="0075549F"/>
    <w:rsid w:val="00760251"/>
    <w:rsid w:val="007617E0"/>
    <w:rsid w:val="00763691"/>
    <w:rsid w:val="00764703"/>
    <w:rsid w:val="007673CA"/>
    <w:rsid w:val="00772961"/>
    <w:rsid w:val="0077376D"/>
    <w:rsid w:val="007844EB"/>
    <w:rsid w:val="00784DC3"/>
    <w:rsid w:val="00787D9C"/>
    <w:rsid w:val="00792287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B5E89"/>
    <w:rsid w:val="007C05CD"/>
    <w:rsid w:val="007C6687"/>
    <w:rsid w:val="007C67FA"/>
    <w:rsid w:val="007C6D20"/>
    <w:rsid w:val="007D0675"/>
    <w:rsid w:val="007D1209"/>
    <w:rsid w:val="007D4562"/>
    <w:rsid w:val="007D51AB"/>
    <w:rsid w:val="007D6824"/>
    <w:rsid w:val="007E14E6"/>
    <w:rsid w:val="007F2646"/>
    <w:rsid w:val="007F2A3C"/>
    <w:rsid w:val="00801DB6"/>
    <w:rsid w:val="008045B5"/>
    <w:rsid w:val="00807424"/>
    <w:rsid w:val="00812BE4"/>
    <w:rsid w:val="00812E3F"/>
    <w:rsid w:val="008130D5"/>
    <w:rsid w:val="00816536"/>
    <w:rsid w:val="00816AE0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74B8A"/>
    <w:rsid w:val="00881965"/>
    <w:rsid w:val="00884D47"/>
    <w:rsid w:val="0088515D"/>
    <w:rsid w:val="00887693"/>
    <w:rsid w:val="00887CA1"/>
    <w:rsid w:val="0089235A"/>
    <w:rsid w:val="008926B5"/>
    <w:rsid w:val="008A114B"/>
    <w:rsid w:val="008A1335"/>
    <w:rsid w:val="008A3F67"/>
    <w:rsid w:val="008A7413"/>
    <w:rsid w:val="008B2376"/>
    <w:rsid w:val="008B5225"/>
    <w:rsid w:val="008B6316"/>
    <w:rsid w:val="008C2C97"/>
    <w:rsid w:val="008C619A"/>
    <w:rsid w:val="008C75AB"/>
    <w:rsid w:val="008D4933"/>
    <w:rsid w:val="008D4C6E"/>
    <w:rsid w:val="008D6A33"/>
    <w:rsid w:val="008D6FD3"/>
    <w:rsid w:val="008E2EA9"/>
    <w:rsid w:val="008E4838"/>
    <w:rsid w:val="008F15AA"/>
    <w:rsid w:val="008F162F"/>
    <w:rsid w:val="008F17DA"/>
    <w:rsid w:val="008F1FB0"/>
    <w:rsid w:val="008F61FA"/>
    <w:rsid w:val="008F7DDE"/>
    <w:rsid w:val="00900044"/>
    <w:rsid w:val="00900375"/>
    <w:rsid w:val="0090379D"/>
    <w:rsid w:val="00904F33"/>
    <w:rsid w:val="00910E6D"/>
    <w:rsid w:val="00911FA5"/>
    <w:rsid w:val="00913BF6"/>
    <w:rsid w:val="00920735"/>
    <w:rsid w:val="00925919"/>
    <w:rsid w:val="00935B17"/>
    <w:rsid w:val="00936AC2"/>
    <w:rsid w:val="00944154"/>
    <w:rsid w:val="00944BEA"/>
    <w:rsid w:val="00945651"/>
    <w:rsid w:val="009466E8"/>
    <w:rsid w:val="00952CE1"/>
    <w:rsid w:val="009617C8"/>
    <w:rsid w:val="0096232C"/>
    <w:rsid w:val="00962604"/>
    <w:rsid w:val="00964A31"/>
    <w:rsid w:val="009658C8"/>
    <w:rsid w:val="00965ACD"/>
    <w:rsid w:val="00967DAD"/>
    <w:rsid w:val="00971C8B"/>
    <w:rsid w:val="00971E24"/>
    <w:rsid w:val="0097263F"/>
    <w:rsid w:val="00972B41"/>
    <w:rsid w:val="00976B36"/>
    <w:rsid w:val="00983EBF"/>
    <w:rsid w:val="00984E39"/>
    <w:rsid w:val="0098502B"/>
    <w:rsid w:val="00986E3C"/>
    <w:rsid w:val="00987773"/>
    <w:rsid w:val="0099142C"/>
    <w:rsid w:val="0099245D"/>
    <w:rsid w:val="00992FE3"/>
    <w:rsid w:val="0099653A"/>
    <w:rsid w:val="009A10F9"/>
    <w:rsid w:val="009A66C8"/>
    <w:rsid w:val="009A6D93"/>
    <w:rsid w:val="009A7B36"/>
    <w:rsid w:val="009B21DC"/>
    <w:rsid w:val="009B3502"/>
    <w:rsid w:val="009B51B6"/>
    <w:rsid w:val="009B5CDA"/>
    <w:rsid w:val="009B633C"/>
    <w:rsid w:val="009C48AC"/>
    <w:rsid w:val="009C5C7C"/>
    <w:rsid w:val="009C6FBE"/>
    <w:rsid w:val="009C7056"/>
    <w:rsid w:val="009D1815"/>
    <w:rsid w:val="009D4D09"/>
    <w:rsid w:val="009D5222"/>
    <w:rsid w:val="009D58D0"/>
    <w:rsid w:val="009D5A1B"/>
    <w:rsid w:val="009D72ED"/>
    <w:rsid w:val="009D7472"/>
    <w:rsid w:val="009D753E"/>
    <w:rsid w:val="009E0A88"/>
    <w:rsid w:val="009E10ED"/>
    <w:rsid w:val="009E2CB5"/>
    <w:rsid w:val="009E571A"/>
    <w:rsid w:val="009E5B5E"/>
    <w:rsid w:val="009F0665"/>
    <w:rsid w:val="009F325B"/>
    <w:rsid w:val="009F539C"/>
    <w:rsid w:val="00A02C84"/>
    <w:rsid w:val="00A148D6"/>
    <w:rsid w:val="00A166C4"/>
    <w:rsid w:val="00A166F8"/>
    <w:rsid w:val="00A27A18"/>
    <w:rsid w:val="00A27B33"/>
    <w:rsid w:val="00A36C5B"/>
    <w:rsid w:val="00A36CD3"/>
    <w:rsid w:val="00A370AB"/>
    <w:rsid w:val="00A42417"/>
    <w:rsid w:val="00A426FC"/>
    <w:rsid w:val="00A43299"/>
    <w:rsid w:val="00A51AB6"/>
    <w:rsid w:val="00A5515F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5D6F"/>
    <w:rsid w:val="00A8796B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C74B3"/>
    <w:rsid w:val="00AD4E66"/>
    <w:rsid w:val="00AD5D81"/>
    <w:rsid w:val="00AD7C7A"/>
    <w:rsid w:val="00AE0117"/>
    <w:rsid w:val="00AE1A85"/>
    <w:rsid w:val="00AE5E48"/>
    <w:rsid w:val="00AE791E"/>
    <w:rsid w:val="00AF027D"/>
    <w:rsid w:val="00AF159D"/>
    <w:rsid w:val="00AF30DB"/>
    <w:rsid w:val="00AF78FE"/>
    <w:rsid w:val="00AF7E7E"/>
    <w:rsid w:val="00B0459E"/>
    <w:rsid w:val="00B05ABC"/>
    <w:rsid w:val="00B05E1A"/>
    <w:rsid w:val="00B10201"/>
    <w:rsid w:val="00B10A71"/>
    <w:rsid w:val="00B11489"/>
    <w:rsid w:val="00B17A2B"/>
    <w:rsid w:val="00B21235"/>
    <w:rsid w:val="00B2266E"/>
    <w:rsid w:val="00B260E3"/>
    <w:rsid w:val="00B30125"/>
    <w:rsid w:val="00B30292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5540"/>
    <w:rsid w:val="00B46791"/>
    <w:rsid w:val="00B4693A"/>
    <w:rsid w:val="00B505C0"/>
    <w:rsid w:val="00B5092F"/>
    <w:rsid w:val="00B51F13"/>
    <w:rsid w:val="00B57759"/>
    <w:rsid w:val="00B60FF6"/>
    <w:rsid w:val="00B62B32"/>
    <w:rsid w:val="00B67333"/>
    <w:rsid w:val="00B679C8"/>
    <w:rsid w:val="00B67FA9"/>
    <w:rsid w:val="00B74FE1"/>
    <w:rsid w:val="00B76CD7"/>
    <w:rsid w:val="00B801D6"/>
    <w:rsid w:val="00B8070E"/>
    <w:rsid w:val="00B83900"/>
    <w:rsid w:val="00B83A96"/>
    <w:rsid w:val="00B83F8A"/>
    <w:rsid w:val="00B92CB5"/>
    <w:rsid w:val="00B92EB9"/>
    <w:rsid w:val="00B93467"/>
    <w:rsid w:val="00B9396E"/>
    <w:rsid w:val="00BA0FF4"/>
    <w:rsid w:val="00BA5673"/>
    <w:rsid w:val="00BB0255"/>
    <w:rsid w:val="00BB180C"/>
    <w:rsid w:val="00BB26A3"/>
    <w:rsid w:val="00BB37B6"/>
    <w:rsid w:val="00BC3222"/>
    <w:rsid w:val="00BC3599"/>
    <w:rsid w:val="00BC5574"/>
    <w:rsid w:val="00BC577B"/>
    <w:rsid w:val="00BC676F"/>
    <w:rsid w:val="00BC6B6D"/>
    <w:rsid w:val="00BD1D08"/>
    <w:rsid w:val="00BE0A2C"/>
    <w:rsid w:val="00BE0AE4"/>
    <w:rsid w:val="00BE38BB"/>
    <w:rsid w:val="00BF60C4"/>
    <w:rsid w:val="00BF637A"/>
    <w:rsid w:val="00C003C6"/>
    <w:rsid w:val="00C00FA5"/>
    <w:rsid w:val="00C033B9"/>
    <w:rsid w:val="00C07E12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36B0A"/>
    <w:rsid w:val="00C4022A"/>
    <w:rsid w:val="00C454F6"/>
    <w:rsid w:val="00C45F7E"/>
    <w:rsid w:val="00C5009D"/>
    <w:rsid w:val="00C512CA"/>
    <w:rsid w:val="00C5246E"/>
    <w:rsid w:val="00C53A22"/>
    <w:rsid w:val="00C61FD6"/>
    <w:rsid w:val="00C622C9"/>
    <w:rsid w:val="00C64A07"/>
    <w:rsid w:val="00C6569B"/>
    <w:rsid w:val="00C66B9A"/>
    <w:rsid w:val="00C707D1"/>
    <w:rsid w:val="00C7248B"/>
    <w:rsid w:val="00C737A1"/>
    <w:rsid w:val="00C77BCF"/>
    <w:rsid w:val="00C8164D"/>
    <w:rsid w:val="00C8267A"/>
    <w:rsid w:val="00C847B0"/>
    <w:rsid w:val="00C85BF5"/>
    <w:rsid w:val="00C86A34"/>
    <w:rsid w:val="00C874E6"/>
    <w:rsid w:val="00CA45F4"/>
    <w:rsid w:val="00CB2D26"/>
    <w:rsid w:val="00CB3A6F"/>
    <w:rsid w:val="00CB3CDF"/>
    <w:rsid w:val="00CC0073"/>
    <w:rsid w:val="00CC1870"/>
    <w:rsid w:val="00CC1974"/>
    <w:rsid w:val="00CC1DCD"/>
    <w:rsid w:val="00CC6811"/>
    <w:rsid w:val="00CD088E"/>
    <w:rsid w:val="00CD2022"/>
    <w:rsid w:val="00CD3B37"/>
    <w:rsid w:val="00CD6EB7"/>
    <w:rsid w:val="00CE2F55"/>
    <w:rsid w:val="00CE3F9F"/>
    <w:rsid w:val="00CE7431"/>
    <w:rsid w:val="00CE7A49"/>
    <w:rsid w:val="00CF00F5"/>
    <w:rsid w:val="00CF36D0"/>
    <w:rsid w:val="00CF6A93"/>
    <w:rsid w:val="00CF7254"/>
    <w:rsid w:val="00CF790F"/>
    <w:rsid w:val="00CF7A16"/>
    <w:rsid w:val="00D01998"/>
    <w:rsid w:val="00D03C12"/>
    <w:rsid w:val="00D0458C"/>
    <w:rsid w:val="00D05DB5"/>
    <w:rsid w:val="00D07026"/>
    <w:rsid w:val="00D10930"/>
    <w:rsid w:val="00D11BA8"/>
    <w:rsid w:val="00D11CD7"/>
    <w:rsid w:val="00D1247E"/>
    <w:rsid w:val="00D14FED"/>
    <w:rsid w:val="00D1552C"/>
    <w:rsid w:val="00D21BCE"/>
    <w:rsid w:val="00D253C7"/>
    <w:rsid w:val="00D31FBB"/>
    <w:rsid w:val="00D36149"/>
    <w:rsid w:val="00D3784C"/>
    <w:rsid w:val="00D47AFD"/>
    <w:rsid w:val="00D516C1"/>
    <w:rsid w:val="00D62E35"/>
    <w:rsid w:val="00D6344F"/>
    <w:rsid w:val="00D6408B"/>
    <w:rsid w:val="00D67DC2"/>
    <w:rsid w:val="00D71DBC"/>
    <w:rsid w:val="00D805FD"/>
    <w:rsid w:val="00D80993"/>
    <w:rsid w:val="00D80BC6"/>
    <w:rsid w:val="00D80E4A"/>
    <w:rsid w:val="00D81570"/>
    <w:rsid w:val="00D85FC5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55B"/>
    <w:rsid w:val="00DE5745"/>
    <w:rsid w:val="00DE6B07"/>
    <w:rsid w:val="00DF2ED5"/>
    <w:rsid w:val="00E02DE3"/>
    <w:rsid w:val="00E12F47"/>
    <w:rsid w:val="00E12F74"/>
    <w:rsid w:val="00E159C5"/>
    <w:rsid w:val="00E16545"/>
    <w:rsid w:val="00E2123D"/>
    <w:rsid w:val="00E25884"/>
    <w:rsid w:val="00E30B4B"/>
    <w:rsid w:val="00E30D62"/>
    <w:rsid w:val="00E33932"/>
    <w:rsid w:val="00E3725C"/>
    <w:rsid w:val="00E413AB"/>
    <w:rsid w:val="00E41451"/>
    <w:rsid w:val="00E42E69"/>
    <w:rsid w:val="00E45F98"/>
    <w:rsid w:val="00E52E85"/>
    <w:rsid w:val="00E56B47"/>
    <w:rsid w:val="00E6271E"/>
    <w:rsid w:val="00E650AC"/>
    <w:rsid w:val="00E669FA"/>
    <w:rsid w:val="00E66F4B"/>
    <w:rsid w:val="00E706C2"/>
    <w:rsid w:val="00E724C8"/>
    <w:rsid w:val="00E72CD1"/>
    <w:rsid w:val="00E8041E"/>
    <w:rsid w:val="00E8082E"/>
    <w:rsid w:val="00E876EB"/>
    <w:rsid w:val="00E92F67"/>
    <w:rsid w:val="00E9534C"/>
    <w:rsid w:val="00E95B91"/>
    <w:rsid w:val="00E95C50"/>
    <w:rsid w:val="00EA13E3"/>
    <w:rsid w:val="00EA2D15"/>
    <w:rsid w:val="00EA6557"/>
    <w:rsid w:val="00EA6B97"/>
    <w:rsid w:val="00EB216E"/>
    <w:rsid w:val="00EB7EBB"/>
    <w:rsid w:val="00EC07C0"/>
    <w:rsid w:val="00EC22FA"/>
    <w:rsid w:val="00EC30C5"/>
    <w:rsid w:val="00EC4311"/>
    <w:rsid w:val="00ED2FD4"/>
    <w:rsid w:val="00EE1D2B"/>
    <w:rsid w:val="00EE5D1B"/>
    <w:rsid w:val="00EE5E2C"/>
    <w:rsid w:val="00EF1E88"/>
    <w:rsid w:val="00EF6022"/>
    <w:rsid w:val="00EF6BA5"/>
    <w:rsid w:val="00F014DB"/>
    <w:rsid w:val="00F01E75"/>
    <w:rsid w:val="00F0584A"/>
    <w:rsid w:val="00F20BB5"/>
    <w:rsid w:val="00F2120A"/>
    <w:rsid w:val="00F21DD8"/>
    <w:rsid w:val="00F25128"/>
    <w:rsid w:val="00F32BD1"/>
    <w:rsid w:val="00F35E1A"/>
    <w:rsid w:val="00F363A7"/>
    <w:rsid w:val="00F366DE"/>
    <w:rsid w:val="00F377D2"/>
    <w:rsid w:val="00F46B8D"/>
    <w:rsid w:val="00F46DE0"/>
    <w:rsid w:val="00F4718C"/>
    <w:rsid w:val="00F5058E"/>
    <w:rsid w:val="00F50E5E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5367"/>
    <w:rsid w:val="00F86AE9"/>
    <w:rsid w:val="00F86B56"/>
    <w:rsid w:val="00F90B96"/>
    <w:rsid w:val="00F9174F"/>
    <w:rsid w:val="00F93D8E"/>
    <w:rsid w:val="00F95865"/>
    <w:rsid w:val="00FA0F6A"/>
    <w:rsid w:val="00FA3A46"/>
    <w:rsid w:val="00FA7937"/>
    <w:rsid w:val="00FB0646"/>
    <w:rsid w:val="00FB61C7"/>
    <w:rsid w:val="00FC15E9"/>
    <w:rsid w:val="00FC7BB0"/>
    <w:rsid w:val="00FD1496"/>
    <w:rsid w:val="00FD22AB"/>
    <w:rsid w:val="00FD2808"/>
    <w:rsid w:val="00FD3338"/>
    <w:rsid w:val="00FD5DB2"/>
    <w:rsid w:val="00FE06C3"/>
    <w:rsid w:val="00FE13ED"/>
    <w:rsid w:val="00FE2FDB"/>
    <w:rsid w:val="00FE4533"/>
    <w:rsid w:val="00FE4ADD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4B542B"/>
    <w:pPr>
      <w:keepNext/>
      <w:keepLines/>
      <w:numPr>
        <w:numId w:val="1"/>
      </w:numPr>
      <w:spacing w:before="360" w:after="360"/>
      <w:ind w:left="1191" w:hanging="1191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18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0"/>
        <w:numId w:val="0"/>
      </w:numPr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3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B542B"/>
    <w:rPr>
      <w:rFonts w:asciiTheme="majorHAnsi" w:eastAsiaTheme="majorEastAsia" w:hAnsiTheme="majorHAnsi" w:cstheme="majorBidi"/>
      <w:color w:val="092D74" w:themeColor="text2"/>
      <w:sz w:val="32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085125"/>
    <w:pPr>
      <w:keepLines w:val="0"/>
      <w:numPr>
        <w:ilvl w:val="0"/>
        <w:numId w:val="0"/>
      </w:numPr>
      <w:spacing w:before="240"/>
      <w:ind w:left="1191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085125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9C7056"/>
    <w:rPr>
      <w:sz w:val="18"/>
    </w:rPr>
  </w:style>
  <w:style w:type="paragraph" w:styleId="Tekstpodstawowywcity">
    <w:name w:val="Body Text Indent"/>
    <w:basedOn w:val="Normalny"/>
    <w:link w:val="TekstpodstawowywcityZnak"/>
    <w:rsid w:val="00C4022A"/>
    <w:pPr>
      <w:spacing w:after="120" w:line="288" w:lineRule="auto"/>
      <w:ind w:left="283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4022A"/>
    <w:rPr>
      <w:rFonts w:ascii="Times New Roman" w:eastAsia="Times New Roman" w:hAnsi="Times New Roman" w:cs="Times New Roman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C622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22C9"/>
    <w:rPr>
      <w:sz w:val="18"/>
    </w:rPr>
  </w:style>
  <w:style w:type="paragraph" w:styleId="Tekstblokowy">
    <w:name w:val="Block Text"/>
    <w:basedOn w:val="Normalny"/>
    <w:uiPriority w:val="99"/>
    <w:unhideWhenUsed/>
    <w:rsid w:val="00C622C9"/>
    <w:pPr>
      <w:tabs>
        <w:tab w:val="left" w:pos="1676"/>
      </w:tabs>
      <w:ind w:left="1276" w:right="-284"/>
      <w:jc w:val="both"/>
    </w:pPr>
    <w:rPr>
      <w:rFonts w:ascii="Calibri" w:eastAsia="Times New Roman" w:hAnsi="Calibri" w:cs="Calibri"/>
      <w:sz w:val="16"/>
      <w:szCs w:val="16"/>
    </w:rPr>
  </w:style>
  <w:style w:type="paragraph" w:customStyle="1" w:styleId="Default">
    <w:name w:val="Default"/>
    <w:rsid w:val="00EA2D15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paragraph" w:customStyle="1" w:styleId="PGERZEdataznak">
    <w:name w:val="PGE RZE data_znak"/>
    <w:basedOn w:val="Normalny"/>
    <w:rsid w:val="003E06FA"/>
    <w:pPr>
      <w:spacing w:after="0" w:line="360" w:lineRule="auto"/>
      <w:jc w:val="right"/>
    </w:pPr>
    <w:rPr>
      <w:rFonts w:ascii="Arial" w:eastAsia="Times New Roman" w:hAnsi="Arial" w:cs="Arial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F5058E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034EF"/>
    <w:pPr>
      <w:spacing w:after="0"/>
    </w:pPr>
  </w:style>
  <w:style w:type="paragraph" w:styleId="NormalnyWeb">
    <w:name w:val="Normal (Web)"/>
    <w:basedOn w:val="Normalny"/>
    <w:uiPriority w:val="99"/>
    <w:semiHidden/>
    <w:unhideWhenUsed/>
    <w:rsid w:val="00C826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033FBC-CCB4-42AA-9F0D-43C87C9E7D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Bednarczyk Alicja [PGE Dystrybucja S.A.]</cp:lastModifiedBy>
  <cp:revision>4</cp:revision>
  <cp:lastPrinted>2025-07-30T08:17:00Z</cp:lastPrinted>
  <dcterms:created xsi:type="dcterms:W3CDTF">2025-11-26T10:44:00Z</dcterms:created>
  <dcterms:modified xsi:type="dcterms:W3CDTF">2025-11-26T10:49:00Z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